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32" w:rsidRPr="00C96B50" w:rsidRDefault="00D50232" w:rsidP="00977A35">
      <w:pPr>
        <w:autoSpaceDE w:val="0"/>
        <w:autoSpaceDN w:val="0"/>
        <w:adjustRightInd w:val="0"/>
        <w:jc w:val="right"/>
      </w:pPr>
      <w:r w:rsidRPr="00C96B50">
        <w:t>Приложение 9</w:t>
      </w:r>
    </w:p>
    <w:p w:rsidR="00D50232" w:rsidRPr="00C96B50" w:rsidRDefault="00D50232" w:rsidP="001F0349">
      <w:pPr>
        <w:autoSpaceDE w:val="0"/>
        <w:autoSpaceDN w:val="0"/>
        <w:adjustRightInd w:val="0"/>
        <w:ind w:left="2268"/>
        <w:jc w:val="right"/>
      </w:pPr>
      <w:r>
        <w:t xml:space="preserve">к </w:t>
      </w:r>
      <w:r w:rsidRPr="00C96B50">
        <w:t xml:space="preserve"> решения Совета о бюджете</w:t>
      </w:r>
    </w:p>
    <w:p w:rsidR="00D50232" w:rsidRPr="00C96B50" w:rsidRDefault="00D50232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</w:t>
      </w:r>
      <w:r>
        <w:t>Юшкозерского сельского поселения</w:t>
      </w:r>
    </w:p>
    <w:p w:rsidR="00D50232" w:rsidRPr="00C96B50" w:rsidRDefault="00D50232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на 202</w:t>
      </w:r>
      <w:r>
        <w:t>6</w:t>
      </w:r>
      <w:r w:rsidRPr="00C96B50">
        <w:t xml:space="preserve"> год и </w:t>
      </w:r>
    </w:p>
    <w:p w:rsidR="00D50232" w:rsidRDefault="00D50232" w:rsidP="00C96B50">
      <w:pPr>
        <w:autoSpaceDE w:val="0"/>
        <w:autoSpaceDN w:val="0"/>
        <w:adjustRightInd w:val="0"/>
        <w:jc w:val="right"/>
      </w:pPr>
      <w:r w:rsidRPr="00C96B50">
        <w:t>на плановый период 202</w:t>
      </w:r>
      <w:r>
        <w:t>7</w:t>
      </w:r>
      <w:r w:rsidRPr="00C96B50">
        <w:t>и 202</w:t>
      </w:r>
      <w:r>
        <w:t>8</w:t>
      </w:r>
      <w:r w:rsidRPr="00C96B50">
        <w:t xml:space="preserve"> годов» </w:t>
      </w:r>
    </w:p>
    <w:p w:rsidR="00D50232" w:rsidRPr="00BE322B" w:rsidRDefault="00D50232" w:rsidP="00C96B50">
      <w:pPr>
        <w:autoSpaceDE w:val="0"/>
        <w:autoSpaceDN w:val="0"/>
        <w:adjustRightInd w:val="0"/>
        <w:jc w:val="right"/>
      </w:pPr>
      <w:r>
        <w:t xml:space="preserve">от 15.12.2025 </w:t>
      </w:r>
      <w:r w:rsidRPr="009F1CEB">
        <w:rPr>
          <w:sz w:val="28"/>
          <w:szCs w:val="28"/>
          <w:u w:val="single"/>
        </w:rPr>
        <w:t>№</w:t>
      </w:r>
      <w:r w:rsidRPr="009F1CEB">
        <w:rPr>
          <w:u w:val="single"/>
        </w:rPr>
        <w:t xml:space="preserve"> </w:t>
      </w:r>
      <w:r w:rsidRPr="009F1CEB">
        <w:rPr>
          <w:u w:val="single"/>
          <w:lang w:val="en-US"/>
        </w:rPr>
        <w:t>X</w:t>
      </w:r>
      <w:r>
        <w:rPr>
          <w:u w:val="single"/>
          <w:lang w:val="en-US"/>
        </w:rPr>
        <w:t>IX</w:t>
      </w:r>
      <w:r w:rsidRPr="009F1CEB">
        <w:rPr>
          <w:u w:val="single"/>
        </w:rPr>
        <w:t>-</w:t>
      </w:r>
      <w:r w:rsidRPr="00E1421C">
        <w:rPr>
          <w:u w:val="single"/>
        </w:rPr>
        <w:t xml:space="preserve"> </w:t>
      </w:r>
      <w:r w:rsidRPr="009F1CEB">
        <w:rPr>
          <w:u w:val="single"/>
          <w:lang w:val="en-US"/>
        </w:rPr>
        <w:t>V</w:t>
      </w:r>
      <w:r w:rsidRPr="009F1CEB">
        <w:rPr>
          <w:u w:val="single"/>
        </w:rPr>
        <w:t xml:space="preserve"> -</w:t>
      </w:r>
      <w:r w:rsidRPr="00E1421C">
        <w:rPr>
          <w:u w:val="single"/>
        </w:rPr>
        <w:t>5</w:t>
      </w:r>
      <w:r w:rsidRPr="0038181D">
        <w:rPr>
          <w:u w:val="single"/>
        </w:rPr>
        <w:t>9</w:t>
      </w:r>
    </w:p>
    <w:p w:rsidR="00D50232" w:rsidRPr="00C96B50" w:rsidRDefault="00D50232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D50232" w:rsidRPr="00C96B50" w:rsidRDefault="00D50232" w:rsidP="00E06158">
      <w:pPr>
        <w:jc w:val="center"/>
        <w:rPr>
          <w:b/>
        </w:rPr>
      </w:pPr>
      <w:r w:rsidRPr="002A2806">
        <w:rPr>
          <w:b/>
        </w:rPr>
        <w:t xml:space="preserve">Юшкозерского </w:t>
      </w:r>
      <w:r>
        <w:rPr>
          <w:b/>
        </w:rPr>
        <w:t xml:space="preserve"> сельского поселения</w:t>
      </w:r>
    </w:p>
    <w:p w:rsidR="00D50232" w:rsidRPr="00C96B50" w:rsidRDefault="00D50232" w:rsidP="00830A3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  <w:r w:rsidRPr="00C96B50">
        <w:rPr>
          <w:b/>
        </w:rPr>
        <w:t>на 202</w:t>
      </w:r>
      <w:r>
        <w:rPr>
          <w:b/>
        </w:rPr>
        <w:t>6</w:t>
      </w:r>
      <w:r w:rsidRPr="00C96B50">
        <w:rPr>
          <w:b/>
        </w:rPr>
        <w:t xml:space="preserve"> год.</w:t>
      </w:r>
      <w:r>
        <w:rPr>
          <w:b/>
        </w:rPr>
        <w:t xml:space="preserve">                                                                                                         </w:t>
      </w:r>
      <w:r>
        <w:t>т</w:t>
      </w:r>
      <w:r w:rsidRPr="00830A34">
        <w:t>ыс.рублей</w:t>
      </w:r>
    </w:p>
    <w:tbl>
      <w:tblPr>
        <w:tblW w:w="15226" w:type="dxa"/>
        <w:tblInd w:w="93" w:type="dxa"/>
        <w:tblLook w:val="00A0"/>
      </w:tblPr>
      <w:tblGrid>
        <w:gridCol w:w="886"/>
        <w:gridCol w:w="6836"/>
        <w:gridCol w:w="2523"/>
        <w:gridCol w:w="1250"/>
        <w:gridCol w:w="1241"/>
        <w:gridCol w:w="1234"/>
        <w:gridCol w:w="1256"/>
      </w:tblGrid>
      <w:tr w:rsidR="00D50232" w:rsidRPr="00C96B50" w:rsidTr="00E06158">
        <w:trPr>
          <w:trHeight w:val="120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50232" w:rsidRPr="00C96B50" w:rsidRDefault="00D50232" w:rsidP="002E2545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D50232" w:rsidRPr="00C96B50" w:rsidTr="00E06158">
        <w:trPr>
          <w:trHeight w:val="45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7 </w:t>
            </w:r>
            <w:r w:rsidRPr="00C96B50">
              <w:rPr>
                <w:sz w:val="22"/>
                <w:szCs w:val="22"/>
              </w:rPr>
              <w:t>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D50232" w:rsidRPr="00C96B50" w:rsidTr="00E06158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D50232" w:rsidRPr="00C96B50" w:rsidTr="00E06158">
        <w:trPr>
          <w:trHeight w:val="129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06158">
        <w:trPr>
          <w:trHeight w:val="55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D50232" w:rsidRPr="00C96B50" w:rsidTr="00E06158">
        <w:trPr>
          <w:trHeight w:val="33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D50232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06158">
        <w:trPr>
          <w:trHeight w:val="12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06158">
        <w:trPr>
          <w:trHeight w:val="54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D50232" w:rsidRPr="00C96B50" w:rsidTr="00E06158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t>0</w:t>
            </w:r>
          </w:p>
        </w:tc>
      </w:tr>
      <w:tr w:rsidR="00D50232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06158">
        <w:trPr>
          <w:trHeight w:val="73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06158">
        <w:trPr>
          <w:trHeight w:val="49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D50232" w:rsidRPr="00C96B50" w:rsidTr="00E06158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D50232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D50232" w:rsidRPr="00C96B50" w:rsidRDefault="00D50232" w:rsidP="002E2545">
      <w:pPr>
        <w:jc w:val="center"/>
        <w:rPr>
          <w:b/>
        </w:rPr>
      </w:pPr>
      <w:r w:rsidRPr="002A2806">
        <w:rPr>
          <w:b/>
        </w:rPr>
        <w:t xml:space="preserve">Юшкозерского </w:t>
      </w:r>
      <w:r>
        <w:rPr>
          <w:b/>
        </w:rPr>
        <w:t xml:space="preserve"> сельского поселения</w:t>
      </w:r>
    </w:p>
    <w:p w:rsidR="00D50232" w:rsidRPr="00C96B50" w:rsidRDefault="00D50232" w:rsidP="00E06158">
      <w:pPr>
        <w:jc w:val="center"/>
        <w:rPr>
          <w:b/>
        </w:rPr>
      </w:pPr>
      <w:r w:rsidRPr="00C96B50">
        <w:rPr>
          <w:b/>
        </w:rPr>
        <w:t>на 202</w:t>
      </w:r>
      <w:r>
        <w:rPr>
          <w:b/>
        </w:rPr>
        <w:t>7</w:t>
      </w:r>
      <w:r w:rsidRPr="00C96B50">
        <w:rPr>
          <w:b/>
        </w:rPr>
        <w:t xml:space="preserve"> год.</w:t>
      </w: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830A34">
      <w:pPr>
        <w:ind w:left="11328" w:firstLine="708"/>
        <w:rPr>
          <w:b/>
          <w:sz w:val="28"/>
          <w:szCs w:val="28"/>
        </w:rPr>
      </w:pPr>
      <w:r>
        <w:t>т</w:t>
      </w:r>
      <w:r w:rsidRPr="00830A34">
        <w:t>ыс.рублей</w:t>
      </w:r>
    </w:p>
    <w:tbl>
      <w:tblPr>
        <w:tblW w:w="15203" w:type="dxa"/>
        <w:tblInd w:w="93" w:type="dxa"/>
        <w:tblLook w:val="00A0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D50232" w:rsidRPr="00C96B50" w:rsidTr="00EB499F">
        <w:trPr>
          <w:trHeight w:val="120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D50232" w:rsidRPr="00C96B50" w:rsidTr="00EB499F">
        <w:trPr>
          <w:trHeight w:val="45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A15F0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A15F0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A15F0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>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A15F04">
            <w:pPr>
              <w:jc w:val="center"/>
            </w:pPr>
            <w:r w:rsidRPr="00C96B5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30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D50232" w:rsidRPr="00C96B50" w:rsidTr="00EB499F">
        <w:trPr>
          <w:trHeight w:val="28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D50232" w:rsidRPr="00C96B50" w:rsidTr="00EB499F">
        <w:trPr>
          <w:trHeight w:val="129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5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D50232" w:rsidRPr="00C96B50" w:rsidTr="00EB499F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D50232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12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54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D50232" w:rsidRPr="00C96B50" w:rsidTr="00EB499F">
        <w:trPr>
          <w:trHeight w:val="34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t>0</w:t>
            </w:r>
          </w:p>
        </w:tc>
      </w:tr>
      <w:tr w:rsidR="00D50232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73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49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D50232" w:rsidRPr="00C96B50" w:rsidTr="00EB499F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D50232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D50232" w:rsidRPr="00C96B50" w:rsidRDefault="00D50232" w:rsidP="002E2545">
      <w:pPr>
        <w:jc w:val="center"/>
        <w:rPr>
          <w:b/>
        </w:rPr>
      </w:pPr>
      <w:r w:rsidRPr="002A2806">
        <w:rPr>
          <w:b/>
        </w:rPr>
        <w:t xml:space="preserve">Юшкозерского </w:t>
      </w:r>
      <w:r>
        <w:rPr>
          <w:b/>
        </w:rPr>
        <w:t xml:space="preserve"> сельского поселения</w:t>
      </w:r>
    </w:p>
    <w:p w:rsidR="00D50232" w:rsidRPr="00C96B50" w:rsidRDefault="00D50232" w:rsidP="00E06158">
      <w:pPr>
        <w:jc w:val="center"/>
        <w:rPr>
          <w:b/>
        </w:rPr>
      </w:pPr>
      <w:r w:rsidRPr="00C96B50">
        <w:rPr>
          <w:b/>
        </w:rPr>
        <w:t>на 202</w:t>
      </w:r>
      <w:r>
        <w:rPr>
          <w:b/>
        </w:rPr>
        <w:t>8</w:t>
      </w:r>
      <w:r w:rsidRPr="00C96B50">
        <w:rPr>
          <w:b/>
        </w:rPr>
        <w:t xml:space="preserve"> год.</w:t>
      </w: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830A34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т</w:t>
      </w:r>
      <w:r w:rsidRPr="00830A34">
        <w:t>ыс.рублей</w:t>
      </w:r>
    </w:p>
    <w:tbl>
      <w:tblPr>
        <w:tblW w:w="15203" w:type="dxa"/>
        <w:tblInd w:w="93" w:type="dxa"/>
        <w:tblLook w:val="00A0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D50232" w:rsidRPr="00C96B50" w:rsidTr="00EB499F">
        <w:trPr>
          <w:trHeight w:val="120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D50232" w:rsidRPr="00C96B50" w:rsidTr="00EB499F">
        <w:trPr>
          <w:trHeight w:val="45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A15F0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A15F0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A15F0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  <w:r w:rsidRPr="00C96B50">
              <w:rPr>
                <w:sz w:val="22"/>
                <w:szCs w:val="22"/>
              </w:rPr>
              <w:t>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A15F04">
            <w:pPr>
              <w:jc w:val="center"/>
            </w:pPr>
            <w:r w:rsidRPr="00C96B5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30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A15F04">
            <w:pPr>
              <w:jc w:val="center"/>
            </w:pPr>
            <w:r w:rsidRPr="00C96B5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31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D50232" w:rsidRPr="00C96B50" w:rsidTr="00EB499F">
        <w:trPr>
          <w:trHeight w:val="28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232" w:rsidRPr="00C96B50" w:rsidRDefault="00D50232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D50232" w:rsidRPr="00C96B50" w:rsidTr="00EB499F">
        <w:trPr>
          <w:trHeight w:val="129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9811E1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5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0232" w:rsidRPr="00C96B50" w:rsidRDefault="00D50232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D50232" w:rsidRPr="00C96B50" w:rsidTr="00EB499F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D50232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12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54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D50232" w:rsidRPr="00C96B50" w:rsidTr="00EB499F">
        <w:trPr>
          <w:trHeight w:val="34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t>0</w:t>
            </w:r>
          </w:p>
        </w:tc>
      </w:tr>
      <w:tr w:rsidR="00D50232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73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D50232" w:rsidRPr="00C96B50" w:rsidTr="00EB499F">
        <w:trPr>
          <w:trHeight w:val="49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D50232" w:rsidRPr="00C96B50" w:rsidTr="00EB499F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D50232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232" w:rsidRPr="00C96B50" w:rsidRDefault="00D50232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E06158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Pr="00C96B50" w:rsidRDefault="00D50232" w:rsidP="005F287B">
      <w:pPr>
        <w:jc w:val="center"/>
        <w:rPr>
          <w:b/>
          <w:sz w:val="28"/>
          <w:szCs w:val="28"/>
        </w:rPr>
      </w:pPr>
    </w:p>
    <w:p w:rsidR="00D50232" w:rsidRDefault="00D50232" w:rsidP="00977A35">
      <w:pPr>
        <w:jc w:val="right"/>
        <w:rPr>
          <w:sz w:val="28"/>
          <w:szCs w:val="28"/>
        </w:rPr>
      </w:pPr>
    </w:p>
    <w:sectPr w:rsidR="00D50232" w:rsidSect="005F287B">
      <w:headerReference w:type="default" r:id="rId7"/>
      <w:headerReference w:type="first" r:id="rId8"/>
      <w:pgSz w:w="16838" w:h="11906" w:orient="landscape"/>
      <w:pgMar w:top="851" w:right="395" w:bottom="56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232" w:rsidRDefault="00D50232">
      <w:r>
        <w:separator/>
      </w:r>
    </w:p>
  </w:endnote>
  <w:endnote w:type="continuationSeparator" w:id="0">
    <w:p w:rsidR="00D50232" w:rsidRDefault="00D50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232" w:rsidRDefault="00D50232">
      <w:r>
        <w:separator/>
      </w:r>
    </w:p>
  </w:footnote>
  <w:footnote w:type="continuationSeparator" w:id="0">
    <w:p w:rsidR="00D50232" w:rsidRDefault="00D50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32" w:rsidRDefault="00D50232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D50232" w:rsidRDefault="00D502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32" w:rsidRPr="005B1DD2" w:rsidRDefault="00D50232">
    <w:pPr>
      <w:pStyle w:val="Header"/>
      <w:jc w:val="center"/>
      <w:rPr>
        <w:sz w:val="28"/>
        <w:szCs w:val="28"/>
      </w:rPr>
    </w:pPr>
    <w:r w:rsidRPr="005B1DD2">
      <w:rPr>
        <w:sz w:val="28"/>
        <w:szCs w:val="28"/>
      </w:rPr>
      <w:fldChar w:fldCharType="begin"/>
    </w:r>
    <w:r w:rsidRPr="005B1DD2">
      <w:rPr>
        <w:sz w:val="28"/>
        <w:szCs w:val="28"/>
      </w:rPr>
      <w:instrText xml:space="preserve"> PAGE   \* MERGEFORMAT </w:instrText>
    </w:r>
    <w:r w:rsidRPr="005B1DD2">
      <w:rPr>
        <w:sz w:val="28"/>
        <w:szCs w:val="28"/>
      </w:rPr>
      <w:fldChar w:fldCharType="separate"/>
    </w:r>
    <w:r>
      <w:rPr>
        <w:noProof/>
        <w:sz w:val="28"/>
        <w:szCs w:val="28"/>
      </w:rPr>
      <w:t>1</w:t>
    </w:r>
    <w:r w:rsidRPr="005B1DD2">
      <w:rPr>
        <w:sz w:val="28"/>
        <w:szCs w:val="28"/>
      </w:rPr>
      <w:fldChar w:fldCharType="end"/>
    </w:r>
  </w:p>
  <w:p w:rsidR="00D50232" w:rsidRDefault="00D502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7791"/>
    <w:multiLevelType w:val="hybridMultilevel"/>
    <w:tmpl w:val="F7C03EE4"/>
    <w:lvl w:ilvl="0" w:tplc="6A40B1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2FC31A3"/>
    <w:multiLevelType w:val="hybridMultilevel"/>
    <w:tmpl w:val="532AEBFE"/>
    <w:lvl w:ilvl="0" w:tplc="43E6567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04376621"/>
    <w:multiLevelType w:val="hybridMultilevel"/>
    <w:tmpl w:val="07E4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2B2A0A"/>
    <w:multiLevelType w:val="hybridMultilevel"/>
    <w:tmpl w:val="BC00EE58"/>
    <w:lvl w:ilvl="0" w:tplc="8604DB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9E34502"/>
    <w:multiLevelType w:val="hybridMultilevel"/>
    <w:tmpl w:val="C632F33A"/>
    <w:lvl w:ilvl="0" w:tplc="99D63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3BD4D4D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6B81955"/>
    <w:multiLevelType w:val="hybridMultilevel"/>
    <w:tmpl w:val="B97ECC88"/>
    <w:lvl w:ilvl="0" w:tplc="036A4D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8CB2E74"/>
    <w:multiLevelType w:val="hybridMultilevel"/>
    <w:tmpl w:val="F8207610"/>
    <w:lvl w:ilvl="0" w:tplc="5F4411B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A1F2815"/>
    <w:multiLevelType w:val="hybridMultilevel"/>
    <w:tmpl w:val="1E50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CB5BAE"/>
    <w:multiLevelType w:val="hybridMultilevel"/>
    <w:tmpl w:val="DB468D54"/>
    <w:lvl w:ilvl="0" w:tplc="225A473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>
    <w:nsid w:val="2AF65C7B"/>
    <w:multiLevelType w:val="hybridMultilevel"/>
    <w:tmpl w:val="665419DC"/>
    <w:lvl w:ilvl="0" w:tplc="DFA099C4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311A013F"/>
    <w:multiLevelType w:val="hybridMultilevel"/>
    <w:tmpl w:val="36E6A710"/>
    <w:lvl w:ilvl="0" w:tplc="27F07F04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>
    <w:nsid w:val="323B37A5"/>
    <w:multiLevelType w:val="hybridMultilevel"/>
    <w:tmpl w:val="4C061150"/>
    <w:lvl w:ilvl="0" w:tplc="51048B44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EA164A"/>
    <w:multiLevelType w:val="hybridMultilevel"/>
    <w:tmpl w:val="01B2616A"/>
    <w:lvl w:ilvl="0" w:tplc="971483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7893A33"/>
    <w:multiLevelType w:val="hybridMultilevel"/>
    <w:tmpl w:val="E84AFCDA"/>
    <w:lvl w:ilvl="0" w:tplc="CFA4460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ADB29F9"/>
    <w:multiLevelType w:val="hybridMultilevel"/>
    <w:tmpl w:val="79648A64"/>
    <w:lvl w:ilvl="0" w:tplc="0ADE50C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0A419D6"/>
    <w:multiLevelType w:val="hybridMultilevel"/>
    <w:tmpl w:val="A246C728"/>
    <w:lvl w:ilvl="0" w:tplc="09D6A70A">
      <w:start w:val="1"/>
      <w:numFmt w:val="decimal"/>
      <w:lvlText w:val="%1)"/>
      <w:lvlJc w:val="left"/>
      <w:pPr>
        <w:ind w:left="3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2" w:hanging="180"/>
      </w:pPr>
      <w:rPr>
        <w:rFonts w:cs="Times New Roman"/>
      </w:rPr>
    </w:lvl>
  </w:abstractNum>
  <w:abstractNum w:abstractNumId="17">
    <w:nsid w:val="42643187"/>
    <w:multiLevelType w:val="hybridMultilevel"/>
    <w:tmpl w:val="2746F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A3348B"/>
    <w:multiLevelType w:val="hybridMultilevel"/>
    <w:tmpl w:val="1A84B15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63A59CF"/>
    <w:multiLevelType w:val="hybridMultilevel"/>
    <w:tmpl w:val="8A36D170"/>
    <w:lvl w:ilvl="0" w:tplc="2CB449A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0">
    <w:nsid w:val="47716FE0"/>
    <w:multiLevelType w:val="hybridMultilevel"/>
    <w:tmpl w:val="A77269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8A06F64"/>
    <w:multiLevelType w:val="hybridMultilevel"/>
    <w:tmpl w:val="383849A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332E9A"/>
    <w:multiLevelType w:val="hybridMultilevel"/>
    <w:tmpl w:val="B4DE4E1E"/>
    <w:lvl w:ilvl="0" w:tplc="237228DA">
      <w:start w:val="1"/>
      <w:numFmt w:val="decimal"/>
      <w:lvlText w:val="%1)"/>
      <w:lvlJc w:val="left"/>
      <w:pPr>
        <w:ind w:left="157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3">
    <w:nsid w:val="53B6371D"/>
    <w:multiLevelType w:val="hybridMultilevel"/>
    <w:tmpl w:val="7EAC0C00"/>
    <w:lvl w:ilvl="0" w:tplc="0038D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5711ED8"/>
    <w:multiLevelType w:val="hybridMultilevel"/>
    <w:tmpl w:val="405C82CA"/>
    <w:lvl w:ilvl="0" w:tplc="F2100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6F7046A"/>
    <w:multiLevelType w:val="hybridMultilevel"/>
    <w:tmpl w:val="B4803CFE"/>
    <w:lvl w:ilvl="0" w:tplc="D0D61E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A426CEA"/>
    <w:multiLevelType w:val="hybridMultilevel"/>
    <w:tmpl w:val="7F02EEB0"/>
    <w:lvl w:ilvl="0" w:tplc="D3446D9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5D386838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5F1A2420"/>
    <w:multiLevelType w:val="hybridMultilevel"/>
    <w:tmpl w:val="504C01EA"/>
    <w:lvl w:ilvl="0" w:tplc="3C26D31C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AC1288"/>
    <w:multiLevelType w:val="hybridMultilevel"/>
    <w:tmpl w:val="F4E80AD4"/>
    <w:lvl w:ilvl="0" w:tplc="33CED758">
      <w:start w:val="1"/>
      <w:numFmt w:val="decimal"/>
      <w:lvlText w:val="%1)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18"/>
  </w:num>
  <w:num w:numId="5">
    <w:abstractNumId w:val="2"/>
  </w:num>
  <w:num w:numId="6">
    <w:abstractNumId w:val="30"/>
  </w:num>
  <w:num w:numId="7">
    <w:abstractNumId w:val="26"/>
  </w:num>
  <w:num w:numId="8">
    <w:abstractNumId w:val="27"/>
  </w:num>
  <w:num w:numId="9">
    <w:abstractNumId w:val="5"/>
  </w:num>
  <w:num w:numId="10">
    <w:abstractNumId w:val="0"/>
  </w:num>
  <w:num w:numId="11">
    <w:abstractNumId w:val="16"/>
  </w:num>
  <w:num w:numId="12">
    <w:abstractNumId w:val="11"/>
  </w:num>
  <w:num w:numId="13">
    <w:abstractNumId w:val="19"/>
  </w:num>
  <w:num w:numId="14">
    <w:abstractNumId w:val="10"/>
  </w:num>
  <w:num w:numId="15">
    <w:abstractNumId w:val="25"/>
  </w:num>
  <w:num w:numId="16">
    <w:abstractNumId w:val="22"/>
  </w:num>
  <w:num w:numId="17">
    <w:abstractNumId w:val="20"/>
  </w:num>
  <w:num w:numId="18">
    <w:abstractNumId w:val="21"/>
  </w:num>
  <w:num w:numId="19">
    <w:abstractNumId w:val="12"/>
  </w:num>
  <w:num w:numId="20">
    <w:abstractNumId w:val="24"/>
  </w:num>
  <w:num w:numId="21">
    <w:abstractNumId w:val="7"/>
  </w:num>
  <w:num w:numId="22">
    <w:abstractNumId w:val="1"/>
  </w:num>
  <w:num w:numId="23">
    <w:abstractNumId w:val="28"/>
  </w:num>
  <w:num w:numId="24">
    <w:abstractNumId w:val="29"/>
  </w:num>
  <w:num w:numId="25">
    <w:abstractNumId w:val="17"/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4"/>
  </w:num>
  <w:num w:numId="30">
    <w:abstractNumId w:val="6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323"/>
    <w:rsid w:val="00000EA2"/>
    <w:rsid w:val="000015F2"/>
    <w:rsid w:val="00002A76"/>
    <w:rsid w:val="00002DD3"/>
    <w:rsid w:val="00003A78"/>
    <w:rsid w:val="00005F0E"/>
    <w:rsid w:val="0000718B"/>
    <w:rsid w:val="0000760B"/>
    <w:rsid w:val="00010F15"/>
    <w:rsid w:val="000123A1"/>
    <w:rsid w:val="00013AAA"/>
    <w:rsid w:val="00014666"/>
    <w:rsid w:val="00014754"/>
    <w:rsid w:val="000164E3"/>
    <w:rsid w:val="00016B79"/>
    <w:rsid w:val="00016CD7"/>
    <w:rsid w:val="00017CBD"/>
    <w:rsid w:val="0002117A"/>
    <w:rsid w:val="000212F1"/>
    <w:rsid w:val="0002145A"/>
    <w:rsid w:val="0002269D"/>
    <w:rsid w:val="0002334B"/>
    <w:rsid w:val="0002362C"/>
    <w:rsid w:val="000236B2"/>
    <w:rsid w:val="000239D9"/>
    <w:rsid w:val="0002587C"/>
    <w:rsid w:val="000267EB"/>
    <w:rsid w:val="00027FA5"/>
    <w:rsid w:val="000306FB"/>
    <w:rsid w:val="00030C60"/>
    <w:rsid w:val="000329BB"/>
    <w:rsid w:val="00037CB5"/>
    <w:rsid w:val="00037DB8"/>
    <w:rsid w:val="00037FE1"/>
    <w:rsid w:val="000406A7"/>
    <w:rsid w:val="0004113C"/>
    <w:rsid w:val="000422D8"/>
    <w:rsid w:val="000423C9"/>
    <w:rsid w:val="000424E0"/>
    <w:rsid w:val="00042670"/>
    <w:rsid w:val="00043316"/>
    <w:rsid w:val="0004409C"/>
    <w:rsid w:val="000441C1"/>
    <w:rsid w:val="00044865"/>
    <w:rsid w:val="00044D45"/>
    <w:rsid w:val="00045595"/>
    <w:rsid w:val="0004692A"/>
    <w:rsid w:val="00047286"/>
    <w:rsid w:val="0004779A"/>
    <w:rsid w:val="00050D55"/>
    <w:rsid w:val="00051B87"/>
    <w:rsid w:val="00052D37"/>
    <w:rsid w:val="0005321D"/>
    <w:rsid w:val="000535A1"/>
    <w:rsid w:val="00053D84"/>
    <w:rsid w:val="0005465A"/>
    <w:rsid w:val="00054699"/>
    <w:rsid w:val="00055206"/>
    <w:rsid w:val="00055651"/>
    <w:rsid w:val="00055654"/>
    <w:rsid w:val="000564E0"/>
    <w:rsid w:val="00061C38"/>
    <w:rsid w:val="00061E57"/>
    <w:rsid w:val="00063005"/>
    <w:rsid w:val="00065E65"/>
    <w:rsid w:val="000665A7"/>
    <w:rsid w:val="000665ED"/>
    <w:rsid w:val="000670EC"/>
    <w:rsid w:val="000671F7"/>
    <w:rsid w:val="000679F5"/>
    <w:rsid w:val="00070481"/>
    <w:rsid w:val="000723D9"/>
    <w:rsid w:val="00072510"/>
    <w:rsid w:val="0007337E"/>
    <w:rsid w:val="0007532B"/>
    <w:rsid w:val="000760A7"/>
    <w:rsid w:val="00076269"/>
    <w:rsid w:val="00076439"/>
    <w:rsid w:val="00076CE7"/>
    <w:rsid w:val="000777E9"/>
    <w:rsid w:val="00080C0B"/>
    <w:rsid w:val="00081066"/>
    <w:rsid w:val="0008143E"/>
    <w:rsid w:val="00081C48"/>
    <w:rsid w:val="00082307"/>
    <w:rsid w:val="00084107"/>
    <w:rsid w:val="00086305"/>
    <w:rsid w:val="0008659E"/>
    <w:rsid w:val="00087FA6"/>
    <w:rsid w:val="000908B0"/>
    <w:rsid w:val="00092D40"/>
    <w:rsid w:val="000930BA"/>
    <w:rsid w:val="0009345A"/>
    <w:rsid w:val="00094646"/>
    <w:rsid w:val="00094944"/>
    <w:rsid w:val="000949EA"/>
    <w:rsid w:val="00095281"/>
    <w:rsid w:val="00095F0E"/>
    <w:rsid w:val="0009617B"/>
    <w:rsid w:val="00097C0F"/>
    <w:rsid w:val="00097C58"/>
    <w:rsid w:val="000A1C0F"/>
    <w:rsid w:val="000A1FB6"/>
    <w:rsid w:val="000A2714"/>
    <w:rsid w:val="000A4492"/>
    <w:rsid w:val="000A55A2"/>
    <w:rsid w:val="000A5971"/>
    <w:rsid w:val="000A5A24"/>
    <w:rsid w:val="000A656B"/>
    <w:rsid w:val="000A6C7A"/>
    <w:rsid w:val="000A7076"/>
    <w:rsid w:val="000A7EEC"/>
    <w:rsid w:val="000B038B"/>
    <w:rsid w:val="000B0AD2"/>
    <w:rsid w:val="000B0E12"/>
    <w:rsid w:val="000B1998"/>
    <w:rsid w:val="000B4F4D"/>
    <w:rsid w:val="000B56EF"/>
    <w:rsid w:val="000B57C2"/>
    <w:rsid w:val="000B6488"/>
    <w:rsid w:val="000B6D14"/>
    <w:rsid w:val="000C0478"/>
    <w:rsid w:val="000C1858"/>
    <w:rsid w:val="000C2384"/>
    <w:rsid w:val="000C2B7A"/>
    <w:rsid w:val="000C2DE3"/>
    <w:rsid w:val="000C3D56"/>
    <w:rsid w:val="000C4606"/>
    <w:rsid w:val="000C58F8"/>
    <w:rsid w:val="000C6F43"/>
    <w:rsid w:val="000D0073"/>
    <w:rsid w:val="000D3BCA"/>
    <w:rsid w:val="000D41D6"/>
    <w:rsid w:val="000D490E"/>
    <w:rsid w:val="000D5824"/>
    <w:rsid w:val="000D71F4"/>
    <w:rsid w:val="000E0325"/>
    <w:rsid w:val="000E0D87"/>
    <w:rsid w:val="000E30C4"/>
    <w:rsid w:val="000E3C0E"/>
    <w:rsid w:val="000E7188"/>
    <w:rsid w:val="000E77CC"/>
    <w:rsid w:val="000E7E71"/>
    <w:rsid w:val="000F086A"/>
    <w:rsid w:val="000F17E1"/>
    <w:rsid w:val="000F193B"/>
    <w:rsid w:val="000F1C78"/>
    <w:rsid w:val="000F24AB"/>
    <w:rsid w:val="000F35BA"/>
    <w:rsid w:val="000F45A3"/>
    <w:rsid w:val="000F51C2"/>
    <w:rsid w:val="000F6C91"/>
    <w:rsid w:val="000F6F35"/>
    <w:rsid w:val="000F70C5"/>
    <w:rsid w:val="000F71BF"/>
    <w:rsid w:val="0010016B"/>
    <w:rsid w:val="00100300"/>
    <w:rsid w:val="00100C29"/>
    <w:rsid w:val="00101DFA"/>
    <w:rsid w:val="001024C7"/>
    <w:rsid w:val="0010292C"/>
    <w:rsid w:val="00103E99"/>
    <w:rsid w:val="00104B2B"/>
    <w:rsid w:val="0010600D"/>
    <w:rsid w:val="0011053A"/>
    <w:rsid w:val="001109FA"/>
    <w:rsid w:val="00111EFB"/>
    <w:rsid w:val="00111F9D"/>
    <w:rsid w:val="0011209E"/>
    <w:rsid w:val="00112553"/>
    <w:rsid w:val="00113366"/>
    <w:rsid w:val="001133C0"/>
    <w:rsid w:val="00114249"/>
    <w:rsid w:val="00114A7D"/>
    <w:rsid w:val="0011547E"/>
    <w:rsid w:val="00116012"/>
    <w:rsid w:val="00116A48"/>
    <w:rsid w:val="00116F12"/>
    <w:rsid w:val="001202C6"/>
    <w:rsid w:val="001206D1"/>
    <w:rsid w:val="00120BBE"/>
    <w:rsid w:val="001238E2"/>
    <w:rsid w:val="00123C2D"/>
    <w:rsid w:val="00123D39"/>
    <w:rsid w:val="00124B47"/>
    <w:rsid w:val="00124E20"/>
    <w:rsid w:val="001253B2"/>
    <w:rsid w:val="00125B3E"/>
    <w:rsid w:val="0012646F"/>
    <w:rsid w:val="00126E09"/>
    <w:rsid w:val="001271ED"/>
    <w:rsid w:val="001275C7"/>
    <w:rsid w:val="0013197C"/>
    <w:rsid w:val="00131981"/>
    <w:rsid w:val="0013237E"/>
    <w:rsid w:val="001330A4"/>
    <w:rsid w:val="00133FF9"/>
    <w:rsid w:val="00135220"/>
    <w:rsid w:val="001356D8"/>
    <w:rsid w:val="00136A9F"/>
    <w:rsid w:val="0014052B"/>
    <w:rsid w:val="00141CB6"/>
    <w:rsid w:val="00142B05"/>
    <w:rsid w:val="00143BF2"/>
    <w:rsid w:val="00144E9C"/>
    <w:rsid w:val="00147651"/>
    <w:rsid w:val="001508ED"/>
    <w:rsid w:val="001516C3"/>
    <w:rsid w:val="001518F5"/>
    <w:rsid w:val="00152295"/>
    <w:rsid w:val="00153A55"/>
    <w:rsid w:val="00154185"/>
    <w:rsid w:val="00155112"/>
    <w:rsid w:val="00155186"/>
    <w:rsid w:val="001551E2"/>
    <w:rsid w:val="001558AC"/>
    <w:rsid w:val="001564B6"/>
    <w:rsid w:val="001602D1"/>
    <w:rsid w:val="00161F08"/>
    <w:rsid w:val="00162007"/>
    <w:rsid w:val="00163A3A"/>
    <w:rsid w:val="001655A4"/>
    <w:rsid w:val="00165E6C"/>
    <w:rsid w:val="00165EA9"/>
    <w:rsid w:val="00167263"/>
    <w:rsid w:val="0017033A"/>
    <w:rsid w:val="00170805"/>
    <w:rsid w:val="00171BA4"/>
    <w:rsid w:val="00175F96"/>
    <w:rsid w:val="0017603A"/>
    <w:rsid w:val="001763C5"/>
    <w:rsid w:val="0018035C"/>
    <w:rsid w:val="001807A1"/>
    <w:rsid w:val="00180A9C"/>
    <w:rsid w:val="00180BED"/>
    <w:rsid w:val="0018569D"/>
    <w:rsid w:val="00185EBA"/>
    <w:rsid w:val="00186AC1"/>
    <w:rsid w:val="00187E21"/>
    <w:rsid w:val="001902F0"/>
    <w:rsid w:val="0019067A"/>
    <w:rsid w:val="00190B31"/>
    <w:rsid w:val="00190F59"/>
    <w:rsid w:val="00191AAA"/>
    <w:rsid w:val="00191CC6"/>
    <w:rsid w:val="0019296F"/>
    <w:rsid w:val="00192B31"/>
    <w:rsid w:val="00192E62"/>
    <w:rsid w:val="001936DA"/>
    <w:rsid w:val="00194B51"/>
    <w:rsid w:val="00194C1C"/>
    <w:rsid w:val="00194DD6"/>
    <w:rsid w:val="001969A1"/>
    <w:rsid w:val="00196BA1"/>
    <w:rsid w:val="00196E54"/>
    <w:rsid w:val="00196FDC"/>
    <w:rsid w:val="001A0031"/>
    <w:rsid w:val="001A069A"/>
    <w:rsid w:val="001A0BDE"/>
    <w:rsid w:val="001A1E4C"/>
    <w:rsid w:val="001A413A"/>
    <w:rsid w:val="001A4666"/>
    <w:rsid w:val="001A71AE"/>
    <w:rsid w:val="001B0628"/>
    <w:rsid w:val="001B0C80"/>
    <w:rsid w:val="001B1CD7"/>
    <w:rsid w:val="001B284A"/>
    <w:rsid w:val="001B2E0E"/>
    <w:rsid w:val="001B3802"/>
    <w:rsid w:val="001B509F"/>
    <w:rsid w:val="001B59DD"/>
    <w:rsid w:val="001B5C19"/>
    <w:rsid w:val="001B6B91"/>
    <w:rsid w:val="001B6D23"/>
    <w:rsid w:val="001B71B8"/>
    <w:rsid w:val="001B7FE5"/>
    <w:rsid w:val="001C0863"/>
    <w:rsid w:val="001C1F30"/>
    <w:rsid w:val="001C2C7E"/>
    <w:rsid w:val="001C3302"/>
    <w:rsid w:val="001C35C7"/>
    <w:rsid w:val="001C5972"/>
    <w:rsid w:val="001C5D71"/>
    <w:rsid w:val="001C6D44"/>
    <w:rsid w:val="001C6E13"/>
    <w:rsid w:val="001C7154"/>
    <w:rsid w:val="001C7C3A"/>
    <w:rsid w:val="001D0AFE"/>
    <w:rsid w:val="001D2ECD"/>
    <w:rsid w:val="001D367A"/>
    <w:rsid w:val="001D4095"/>
    <w:rsid w:val="001D53EC"/>
    <w:rsid w:val="001D5C24"/>
    <w:rsid w:val="001D73C3"/>
    <w:rsid w:val="001E0055"/>
    <w:rsid w:val="001E082A"/>
    <w:rsid w:val="001E0966"/>
    <w:rsid w:val="001E0D5F"/>
    <w:rsid w:val="001E1117"/>
    <w:rsid w:val="001E168D"/>
    <w:rsid w:val="001E1717"/>
    <w:rsid w:val="001E3951"/>
    <w:rsid w:val="001E6F10"/>
    <w:rsid w:val="001F01C5"/>
    <w:rsid w:val="001F0349"/>
    <w:rsid w:val="001F17F5"/>
    <w:rsid w:val="001F2647"/>
    <w:rsid w:val="001F3A40"/>
    <w:rsid w:val="001F4123"/>
    <w:rsid w:val="001F6A09"/>
    <w:rsid w:val="001F6B48"/>
    <w:rsid w:val="0020100B"/>
    <w:rsid w:val="00201BC9"/>
    <w:rsid w:val="0020237B"/>
    <w:rsid w:val="002023E4"/>
    <w:rsid w:val="002025E3"/>
    <w:rsid w:val="002033C4"/>
    <w:rsid w:val="002044B5"/>
    <w:rsid w:val="002054F7"/>
    <w:rsid w:val="00205535"/>
    <w:rsid w:val="00205A6B"/>
    <w:rsid w:val="00206CD6"/>
    <w:rsid w:val="002109B1"/>
    <w:rsid w:val="00210F7B"/>
    <w:rsid w:val="00213AF0"/>
    <w:rsid w:val="00214CC0"/>
    <w:rsid w:val="00215700"/>
    <w:rsid w:val="002157BF"/>
    <w:rsid w:val="00215B08"/>
    <w:rsid w:val="00215CCC"/>
    <w:rsid w:val="00215E76"/>
    <w:rsid w:val="002161A4"/>
    <w:rsid w:val="0021698C"/>
    <w:rsid w:val="00216D53"/>
    <w:rsid w:val="002170D3"/>
    <w:rsid w:val="00220EAE"/>
    <w:rsid w:val="00222EC7"/>
    <w:rsid w:val="00223371"/>
    <w:rsid w:val="00223C0E"/>
    <w:rsid w:val="002259BA"/>
    <w:rsid w:val="00225CF8"/>
    <w:rsid w:val="00226599"/>
    <w:rsid w:val="002266B9"/>
    <w:rsid w:val="00226795"/>
    <w:rsid w:val="00226E95"/>
    <w:rsid w:val="00230D07"/>
    <w:rsid w:val="0023146A"/>
    <w:rsid w:val="00232707"/>
    <w:rsid w:val="00234711"/>
    <w:rsid w:val="00235067"/>
    <w:rsid w:val="00235D27"/>
    <w:rsid w:val="00235F28"/>
    <w:rsid w:val="002370B7"/>
    <w:rsid w:val="00237732"/>
    <w:rsid w:val="0024087E"/>
    <w:rsid w:val="00240954"/>
    <w:rsid w:val="002415DB"/>
    <w:rsid w:val="00241AD0"/>
    <w:rsid w:val="00241CB4"/>
    <w:rsid w:val="00242EDE"/>
    <w:rsid w:val="002430EF"/>
    <w:rsid w:val="002431BE"/>
    <w:rsid w:val="00243645"/>
    <w:rsid w:val="0024638F"/>
    <w:rsid w:val="00246CF2"/>
    <w:rsid w:val="00251BF6"/>
    <w:rsid w:val="0025202C"/>
    <w:rsid w:val="00252985"/>
    <w:rsid w:val="002531C8"/>
    <w:rsid w:val="00253263"/>
    <w:rsid w:val="00254D0D"/>
    <w:rsid w:val="00255869"/>
    <w:rsid w:val="0025707E"/>
    <w:rsid w:val="0025772D"/>
    <w:rsid w:val="00260339"/>
    <w:rsid w:val="0026179A"/>
    <w:rsid w:val="002626D1"/>
    <w:rsid w:val="00262D3B"/>
    <w:rsid w:val="00263699"/>
    <w:rsid w:val="00265C42"/>
    <w:rsid w:val="002662DD"/>
    <w:rsid w:val="00270241"/>
    <w:rsid w:val="00271CC5"/>
    <w:rsid w:val="002738EE"/>
    <w:rsid w:val="00273B51"/>
    <w:rsid w:val="002765A5"/>
    <w:rsid w:val="00277664"/>
    <w:rsid w:val="00285E6F"/>
    <w:rsid w:val="002866C4"/>
    <w:rsid w:val="00286C16"/>
    <w:rsid w:val="002870BA"/>
    <w:rsid w:val="00292C38"/>
    <w:rsid w:val="00293B28"/>
    <w:rsid w:val="00293C67"/>
    <w:rsid w:val="00294483"/>
    <w:rsid w:val="002966C4"/>
    <w:rsid w:val="002A0BC2"/>
    <w:rsid w:val="002A169A"/>
    <w:rsid w:val="002A2806"/>
    <w:rsid w:val="002A2EE2"/>
    <w:rsid w:val="002A2EF8"/>
    <w:rsid w:val="002A31B3"/>
    <w:rsid w:val="002A3438"/>
    <w:rsid w:val="002A57C8"/>
    <w:rsid w:val="002A64E5"/>
    <w:rsid w:val="002A6AF7"/>
    <w:rsid w:val="002B3C97"/>
    <w:rsid w:val="002B45E2"/>
    <w:rsid w:val="002B6A95"/>
    <w:rsid w:val="002C0D04"/>
    <w:rsid w:val="002C1643"/>
    <w:rsid w:val="002C376F"/>
    <w:rsid w:val="002C3A41"/>
    <w:rsid w:val="002C5D22"/>
    <w:rsid w:val="002C60C8"/>
    <w:rsid w:val="002C69F4"/>
    <w:rsid w:val="002C796C"/>
    <w:rsid w:val="002C7A78"/>
    <w:rsid w:val="002C7C79"/>
    <w:rsid w:val="002C7D30"/>
    <w:rsid w:val="002D0A02"/>
    <w:rsid w:val="002D0F7D"/>
    <w:rsid w:val="002D6302"/>
    <w:rsid w:val="002D6C30"/>
    <w:rsid w:val="002D6CCD"/>
    <w:rsid w:val="002D71B4"/>
    <w:rsid w:val="002D7A87"/>
    <w:rsid w:val="002E1804"/>
    <w:rsid w:val="002E1D0D"/>
    <w:rsid w:val="002E2407"/>
    <w:rsid w:val="002E2545"/>
    <w:rsid w:val="002E2758"/>
    <w:rsid w:val="002E288B"/>
    <w:rsid w:val="002E38C3"/>
    <w:rsid w:val="002E4D89"/>
    <w:rsid w:val="002E64C6"/>
    <w:rsid w:val="002E66AB"/>
    <w:rsid w:val="002E7BB9"/>
    <w:rsid w:val="002F072A"/>
    <w:rsid w:val="002F0B9B"/>
    <w:rsid w:val="002F37FC"/>
    <w:rsid w:val="002F3A03"/>
    <w:rsid w:val="002F4780"/>
    <w:rsid w:val="002F4F03"/>
    <w:rsid w:val="002F571B"/>
    <w:rsid w:val="002F620C"/>
    <w:rsid w:val="002F7A22"/>
    <w:rsid w:val="002F7A5D"/>
    <w:rsid w:val="002F7ADE"/>
    <w:rsid w:val="00300904"/>
    <w:rsid w:val="0030368F"/>
    <w:rsid w:val="003036C2"/>
    <w:rsid w:val="0030499B"/>
    <w:rsid w:val="00304DF7"/>
    <w:rsid w:val="003054AB"/>
    <w:rsid w:val="00306D99"/>
    <w:rsid w:val="003071A8"/>
    <w:rsid w:val="00307333"/>
    <w:rsid w:val="003078D8"/>
    <w:rsid w:val="00307B6F"/>
    <w:rsid w:val="00310D24"/>
    <w:rsid w:val="003114EB"/>
    <w:rsid w:val="00311746"/>
    <w:rsid w:val="00312889"/>
    <w:rsid w:val="003160DE"/>
    <w:rsid w:val="0031748D"/>
    <w:rsid w:val="00317FBA"/>
    <w:rsid w:val="003245FC"/>
    <w:rsid w:val="00325BA1"/>
    <w:rsid w:val="00326819"/>
    <w:rsid w:val="00330133"/>
    <w:rsid w:val="0033200D"/>
    <w:rsid w:val="0033272A"/>
    <w:rsid w:val="0033472C"/>
    <w:rsid w:val="00334F96"/>
    <w:rsid w:val="0033571E"/>
    <w:rsid w:val="00335D9F"/>
    <w:rsid w:val="00337759"/>
    <w:rsid w:val="003378F8"/>
    <w:rsid w:val="003379B9"/>
    <w:rsid w:val="00337F14"/>
    <w:rsid w:val="003400AB"/>
    <w:rsid w:val="00341451"/>
    <w:rsid w:val="00341463"/>
    <w:rsid w:val="0034146A"/>
    <w:rsid w:val="00343A59"/>
    <w:rsid w:val="00343DB7"/>
    <w:rsid w:val="003456A6"/>
    <w:rsid w:val="00345BDA"/>
    <w:rsid w:val="00347078"/>
    <w:rsid w:val="00347283"/>
    <w:rsid w:val="003476F2"/>
    <w:rsid w:val="00350FE4"/>
    <w:rsid w:val="00351B94"/>
    <w:rsid w:val="00351BBA"/>
    <w:rsid w:val="0035447B"/>
    <w:rsid w:val="00354AC2"/>
    <w:rsid w:val="00357E78"/>
    <w:rsid w:val="0036034E"/>
    <w:rsid w:val="003612A6"/>
    <w:rsid w:val="0036221D"/>
    <w:rsid w:val="003628CF"/>
    <w:rsid w:val="00363FAE"/>
    <w:rsid w:val="003640CE"/>
    <w:rsid w:val="00364EE2"/>
    <w:rsid w:val="00364FFE"/>
    <w:rsid w:val="00365EAF"/>
    <w:rsid w:val="00366A01"/>
    <w:rsid w:val="00366C46"/>
    <w:rsid w:val="00367234"/>
    <w:rsid w:val="003673D4"/>
    <w:rsid w:val="003678F8"/>
    <w:rsid w:val="0037004A"/>
    <w:rsid w:val="00370EA3"/>
    <w:rsid w:val="0037102F"/>
    <w:rsid w:val="003716FD"/>
    <w:rsid w:val="00374179"/>
    <w:rsid w:val="00376556"/>
    <w:rsid w:val="00377158"/>
    <w:rsid w:val="00380D26"/>
    <w:rsid w:val="003817EA"/>
    <w:rsid w:val="0038181D"/>
    <w:rsid w:val="00381C73"/>
    <w:rsid w:val="00381F2B"/>
    <w:rsid w:val="0038204A"/>
    <w:rsid w:val="00383DD1"/>
    <w:rsid w:val="00383F58"/>
    <w:rsid w:val="003841B8"/>
    <w:rsid w:val="00384679"/>
    <w:rsid w:val="00384969"/>
    <w:rsid w:val="00384A8E"/>
    <w:rsid w:val="00385F57"/>
    <w:rsid w:val="00386897"/>
    <w:rsid w:val="00386985"/>
    <w:rsid w:val="00387051"/>
    <w:rsid w:val="0038748E"/>
    <w:rsid w:val="0039136C"/>
    <w:rsid w:val="00391FE4"/>
    <w:rsid w:val="00394CAF"/>
    <w:rsid w:val="00395238"/>
    <w:rsid w:val="003952B9"/>
    <w:rsid w:val="00396418"/>
    <w:rsid w:val="0039748B"/>
    <w:rsid w:val="003A0CC3"/>
    <w:rsid w:val="003A0D5C"/>
    <w:rsid w:val="003A3A9D"/>
    <w:rsid w:val="003A5BBF"/>
    <w:rsid w:val="003A6662"/>
    <w:rsid w:val="003A6BEE"/>
    <w:rsid w:val="003B021E"/>
    <w:rsid w:val="003B1D26"/>
    <w:rsid w:val="003B2412"/>
    <w:rsid w:val="003B2B7F"/>
    <w:rsid w:val="003B2B90"/>
    <w:rsid w:val="003B5822"/>
    <w:rsid w:val="003B655F"/>
    <w:rsid w:val="003B7210"/>
    <w:rsid w:val="003B76FA"/>
    <w:rsid w:val="003B7C75"/>
    <w:rsid w:val="003C072C"/>
    <w:rsid w:val="003C2B6E"/>
    <w:rsid w:val="003C3BA9"/>
    <w:rsid w:val="003C4459"/>
    <w:rsid w:val="003C6ECB"/>
    <w:rsid w:val="003D050D"/>
    <w:rsid w:val="003D1CCB"/>
    <w:rsid w:val="003D26D0"/>
    <w:rsid w:val="003D33F5"/>
    <w:rsid w:val="003D3FD6"/>
    <w:rsid w:val="003D4082"/>
    <w:rsid w:val="003D47E1"/>
    <w:rsid w:val="003D4A94"/>
    <w:rsid w:val="003D4EC4"/>
    <w:rsid w:val="003D54EC"/>
    <w:rsid w:val="003D63FF"/>
    <w:rsid w:val="003D6FA6"/>
    <w:rsid w:val="003D712B"/>
    <w:rsid w:val="003E05B9"/>
    <w:rsid w:val="003E1794"/>
    <w:rsid w:val="003E29B4"/>
    <w:rsid w:val="003E2A75"/>
    <w:rsid w:val="003E39F4"/>
    <w:rsid w:val="003E5E92"/>
    <w:rsid w:val="003E7716"/>
    <w:rsid w:val="003F2318"/>
    <w:rsid w:val="003F273E"/>
    <w:rsid w:val="003F2FB4"/>
    <w:rsid w:val="003F30EF"/>
    <w:rsid w:val="003F3341"/>
    <w:rsid w:val="003F398B"/>
    <w:rsid w:val="003F4209"/>
    <w:rsid w:val="003F6A83"/>
    <w:rsid w:val="0040057F"/>
    <w:rsid w:val="004008D1"/>
    <w:rsid w:val="00400AB8"/>
    <w:rsid w:val="00400AD8"/>
    <w:rsid w:val="00401FD3"/>
    <w:rsid w:val="00402816"/>
    <w:rsid w:val="0040332F"/>
    <w:rsid w:val="004052DE"/>
    <w:rsid w:val="00406B47"/>
    <w:rsid w:val="00406E9D"/>
    <w:rsid w:val="00407F17"/>
    <w:rsid w:val="00410FCD"/>
    <w:rsid w:val="00416369"/>
    <w:rsid w:val="004168B7"/>
    <w:rsid w:val="004172F7"/>
    <w:rsid w:val="00417C0F"/>
    <w:rsid w:val="00420127"/>
    <w:rsid w:val="00424E16"/>
    <w:rsid w:val="00426159"/>
    <w:rsid w:val="004272FD"/>
    <w:rsid w:val="00430DDB"/>
    <w:rsid w:val="0043193A"/>
    <w:rsid w:val="004330B2"/>
    <w:rsid w:val="00433202"/>
    <w:rsid w:val="00434569"/>
    <w:rsid w:val="0043535E"/>
    <w:rsid w:val="004353BA"/>
    <w:rsid w:val="00435B17"/>
    <w:rsid w:val="00436861"/>
    <w:rsid w:val="00441861"/>
    <w:rsid w:val="00441911"/>
    <w:rsid w:val="00442BCF"/>
    <w:rsid w:val="00442E35"/>
    <w:rsid w:val="00444076"/>
    <w:rsid w:val="00444711"/>
    <w:rsid w:val="00444D56"/>
    <w:rsid w:val="00446663"/>
    <w:rsid w:val="004475BD"/>
    <w:rsid w:val="004500AF"/>
    <w:rsid w:val="00450830"/>
    <w:rsid w:val="004512CB"/>
    <w:rsid w:val="004517F8"/>
    <w:rsid w:val="0045220A"/>
    <w:rsid w:val="004528E4"/>
    <w:rsid w:val="00453847"/>
    <w:rsid w:val="00453AD1"/>
    <w:rsid w:val="00453F81"/>
    <w:rsid w:val="00454386"/>
    <w:rsid w:val="00454C94"/>
    <w:rsid w:val="00456974"/>
    <w:rsid w:val="00457F39"/>
    <w:rsid w:val="004609E8"/>
    <w:rsid w:val="00461811"/>
    <w:rsid w:val="00461B03"/>
    <w:rsid w:val="00461DF5"/>
    <w:rsid w:val="0046391F"/>
    <w:rsid w:val="00464715"/>
    <w:rsid w:val="004657B8"/>
    <w:rsid w:val="00466656"/>
    <w:rsid w:val="00467925"/>
    <w:rsid w:val="00470A73"/>
    <w:rsid w:val="004725F4"/>
    <w:rsid w:val="004726B4"/>
    <w:rsid w:val="004728AE"/>
    <w:rsid w:val="0047334D"/>
    <w:rsid w:val="00473B43"/>
    <w:rsid w:val="004748A6"/>
    <w:rsid w:val="0047658C"/>
    <w:rsid w:val="004771E8"/>
    <w:rsid w:val="00477D81"/>
    <w:rsid w:val="00483BB8"/>
    <w:rsid w:val="0048470A"/>
    <w:rsid w:val="0049059F"/>
    <w:rsid w:val="00490969"/>
    <w:rsid w:val="00491DDB"/>
    <w:rsid w:val="004924BA"/>
    <w:rsid w:val="004931F1"/>
    <w:rsid w:val="00494D75"/>
    <w:rsid w:val="00494F51"/>
    <w:rsid w:val="004A201D"/>
    <w:rsid w:val="004A3F1D"/>
    <w:rsid w:val="004A4CA3"/>
    <w:rsid w:val="004A5065"/>
    <w:rsid w:val="004A64E5"/>
    <w:rsid w:val="004A6C6F"/>
    <w:rsid w:val="004A7333"/>
    <w:rsid w:val="004A74C1"/>
    <w:rsid w:val="004B2A72"/>
    <w:rsid w:val="004B3C7B"/>
    <w:rsid w:val="004B4D98"/>
    <w:rsid w:val="004B5FB2"/>
    <w:rsid w:val="004B72BE"/>
    <w:rsid w:val="004C2122"/>
    <w:rsid w:val="004C5AFC"/>
    <w:rsid w:val="004C61CD"/>
    <w:rsid w:val="004C626A"/>
    <w:rsid w:val="004C6C4B"/>
    <w:rsid w:val="004C73EE"/>
    <w:rsid w:val="004D083B"/>
    <w:rsid w:val="004D1EAF"/>
    <w:rsid w:val="004D5BDD"/>
    <w:rsid w:val="004D5C14"/>
    <w:rsid w:val="004D6249"/>
    <w:rsid w:val="004D6E03"/>
    <w:rsid w:val="004D700A"/>
    <w:rsid w:val="004D741C"/>
    <w:rsid w:val="004E00BD"/>
    <w:rsid w:val="004E03D8"/>
    <w:rsid w:val="004E1715"/>
    <w:rsid w:val="004E2713"/>
    <w:rsid w:val="004E34F0"/>
    <w:rsid w:val="004E40E1"/>
    <w:rsid w:val="004E4495"/>
    <w:rsid w:val="004E4DDC"/>
    <w:rsid w:val="004E6732"/>
    <w:rsid w:val="004E7494"/>
    <w:rsid w:val="004E7A01"/>
    <w:rsid w:val="004E7E81"/>
    <w:rsid w:val="004F0A3E"/>
    <w:rsid w:val="004F129B"/>
    <w:rsid w:val="004F12B8"/>
    <w:rsid w:val="004F2451"/>
    <w:rsid w:val="004F2C88"/>
    <w:rsid w:val="004F44C2"/>
    <w:rsid w:val="004F6DDB"/>
    <w:rsid w:val="004F706C"/>
    <w:rsid w:val="004F750B"/>
    <w:rsid w:val="005010D5"/>
    <w:rsid w:val="00502341"/>
    <w:rsid w:val="0050247E"/>
    <w:rsid w:val="00502BB7"/>
    <w:rsid w:val="005036BF"/>
    <w:rsid w:val="00503C6B"/>
    <w:rsid w:val="00504CAC"/>
    <w:rsid w:val="00507427"/>
    <w:rsid w:val="0050748F"/>
    <w:rsid w:val="0051089F"/>
    <w:rsid w:val="00510EAD"/>
    <w:rsid w:val="00511D2C"/>
    <w:rsid w:val="005127A8"/>
    <w:rsid w:val="00514BB6"/>
    <w:rsid w:val="0051505B"/>
    <w:rsid w:val="005161EA"/>
    <w:rsid w:val="00516676"/>
    <w:rsid w:val="00516E2F"/>
    <w:rsid w:val="005215C6"/>
    <w:rsid w:val="00524372"/>
    <w:rsid w:val="00524838"/>
    <w:rsid w:val="00524AC9"/>
    <w:rsid w:val="005259B7"/>
    <w:rsid w:val="00525F34"/>
    <w:rsid w:val="005271D5"/>
    <w:rsid w:val="00527C0B"/>
    <w:rsid w:val="005300CD"/>
    <w:rsid w:val="00531964"/>
    <w:rsid w:val="00532E43"/>
    <w:rsid w:val="00533C9D"/>
    <w:rsid w:val="00534949"/>
    <w:rsid w:val="00534C2D"/>
    <w:rsid w:val="00534FB0"/>
    <w:rsid w:val="0053551A"/>
    <w:rsid w:val="005379D9"/>
    <w:rsid w:val="0054098E"/>
    <w:rsid w:val="005422B3"/>
    <w:rsid w:val="00542A2B"/>
    <w:rsid w:val="00545520"/>
    <w:rsid w:val="005455CD"/>
    <w:rsid w:val="00545CA8"/>
    <w:rsid w:val="005463B3"/>
    <w:rsid w:val="005469CB"/>
    <w:rsid w:val="00550170"/>
    <w:rsid w:val="00550D1C"/>
    <w:rsid w:val="0055238D"/>
    <w:rsid w:val="00552A80"/>
    <w:rsid w:val="0055306D"/>
    <w:rsid w:val="0055366F"/>
    <w:rsid w:val="00553A35"/>
    <w:rsid w:val="00555561"/>
    <w:rsid w:val="00555D9A"/>
    <w:rsid w:val="00556369"/>
    <w:rsid w:val="00556BC3"/>
    <w:rsid w:val="00557FE3"/>
    <w:rsid w:val="00560516"/>
    <w:rsid w:val="00561A28"/>
    <w:rsid w:val="005627EE"/>
    <w:rsid w:val="00562FCD"/>
    <w:rsid w:val="00563E18"/>
    <w:rsid w:val="00564F3B"/>
    <w:rsid w:val="0056549D"/>
    <w:rsid w:val="00567A30"/>
    <w:rsid w:val="00567C72"/>
    <w:rsid w:val="00571E59"/>
    <w:rsid w:val="005722DB"/>
    <w:rsid w:val="0057514D"/>
    <w:rsid w:val="00576681"/>
    <w:rsid w:val="00576C94"/>
    <w:rsid w:val="00580680"/>
    <w:rsid w:val="00580B00"/>
    <w:rsid w:val="00582D39"/>
    <w:rsid w:val="005850FA"/>
    <w:rsid w:val="00587E81"/>
    <w:rsid w:val="00587F9E"/>
    <w:rsid w:val="0059135F"/>
    <w:rsid w:val="00591C62"/>
    <w:rsid w:val="00592DEF"/>
    <w:rsid w:val="00593288"/>
    <w:rsid w:val="005936D4"/>
    <w:rsid w:val="005944DE"/>
    <w:rsid w:val="005946F5"/>
    <w:rsid w:val="0059631F"/>
    <w:rsid w:val="00596A84"/>
    <w:rsid w:val="00596DF2"/>
    <w:rsid w:val="00596F7A"/>
    <w:rsid w:val="00597378"/>
    <w:rsid w:val="00597B41"/>
    <w:rsid w:val="00597BED"/>
    <w:rsid w:val="005A2277"/>
    <w:rsid w:val="005A3BBF"/>
    <w:rsid w:val="005A5C43"/>
    <w:rsid w:val="005A5E62"/>
    <w:rsid w:val="005A76BA"/>
    <w:rsid w:val="005B0AEF"/>
    <w:rsid w:val="005B1DD2"/>
    <w:rsid w:val="005B2DE2"/>
    <w:rsid w:val="005B320D"/>
    <w:rsid w:val="005B433D"/>
    <w:rsid w:val="005B4753"/>
    <w:rsid w:val="005B480B"/>
    <w:rsid w:val="005B49B5"/>
    <w:rsid w:val="005B6909"/>
    <w:rsid w:val="005B77DE"/>
    <w:rsid w:val="005B7D89"/>
    <w:rsid w:val="005C0AC5"/>
    <w:rsid w:val="005C15FB"/>
    <w:rsid w:val="005C166F"/>
    <w:rsid w:val="005C29AB"/>
    <w:rsid w:val="005C2BA5"/>
    <w:rsid w:val="005C3D53"/>
    <w:rsid w:val="005C5D1E"/>
    <w:rsid w:val="005C6CA7"/>
    <w:rsid w:val="005C7323"/>
    <w:rsid w:val="005C7725"/>
    <w:rsid w:val="005C786E"/>
    <w:rsid w:val="005D1C44"/>
    <w:rsid w:val="005D265B"/>
    <w:rsid w:val="005D26F9"/>
    <w:rsid w:val="005D32A7"/>
    <w:rsid w:val="005D4E9C"/>
    <w:rsid w:val="005E0F79"/>
    <w:rsid w:val="005E1AF5"/>
    <w:rsid w:val="005E1F59"/>
    <w:rsid w:val="005E4389"/>
    <w:rsid w:val="005E67F2"/>
    <w:rsid w:val="005E73BE"/>
    <w:rsid w:val="005E78FA"/>
    <w:rsid w:val="005E7A09"/>
    <w:rsid w:val="005E7D8E"/>
    <w:rsid w:val="005F089C"/>
    <w:rsid w:val="005F0C45"/>
    <w:rsid w:val="005F0EB6"/>
    <w:rsid w:val="005F1DC9"/>
    <w:rsid w:val="005F287B"/>
    <w:rsid w:val="005F3334"/>
    <w:rsid w:val="005F354F"/>
    <w:rsid w:val="005F57E4"/>
    <w:rsid w:val="006002C6"/>
    <w:rsid w:val="00600452"/>
    <w:rsid w:val="00600A83"/>
    <w:rsid w:val="00601949"/>
    <w:rsid w:val="006020F0"/>
    <w:rsid w:val="0060285F"/>
    <w:rsid w:val="00603E7E"/>
    <w:rsid w:val="0060426D"/>
    <w:rsid w:val="00605064"/>
    <w:rsid w:val="006063F5"/>
    <w:rsid w:val="0060721F"/>
    <w:rsid w:val="00610377"/>
    <w:rsid w:val="00610715"/>
    <w:rsid w:val="00610FC8"/>
    <w:rsid w:val="006127B2"/>
    <w:rsid w:val="0061305E"/>
    <w:rsid w:val="006135E1"/>
    <w:rsid w:val="006142DA"/>
    <w:rsid w:val="00616A97"/>
    <w:rsid w:val="006178BF"/>
    <w:rsid w:val="00620698"/>
    <w:rsid w:val="0062078A"/>
    <w:rsid w:val="0062173B"/>
    <w:rsid w:val="00624131"/>
    <w:rsid w:val="00624695"/>
    <w:rsid w:val="006247A9"/>
    <w:rsid w:val="00625475"/>
    <w:rsid w:val="0062599B"/>
    <w:rsid w:val="0062740C"/>
    <w:rsid w:val="0062757D"/>
    <w:rsid w:val="00630063"/>
    <w:rsid w:val="00630270"/>
    <w:rsid w:val="00630746"/>
    <w:rsid w:val="00631264"/>
    <w:rsid w:val="00635294"/>
    <w:rsid w:val="006355FB"/>
    <w:rsid w:val="00636BC8"/>
    <w:rsid w:val="00637982"/>
    <w:rsid w:val="0064033C"/>
    <w:rsid w:val="00640F08"/>
    <w:rsid w:val="00642592"/>
    <w:rsid w:val="0064306D"/>
    <w:rsid w:val="00643C51"/>
    <w:rsid w:val="00644F7B"/>
    <w:rsid w:val="006461BF"/>
    <w:rsid w:val="00646502"/>
    <w:rsid w:val="00646960"/>
    <w:rsid w:val="006505B9"/>
    <w:rsid w:val="006507D7"/>
    <w:rsid w:val="00650970"/>
    <w:rsid w:val="00650CBC"/>
    <w:rsid w:val="006510BD"/>
    <w:rsid w:val="0065135C"/>
    <w:rsid w:val="006519B1"/>
    <w:rsid w:val="00651A68"/>
    <w:rsid w:val="00651D1E"/>
    <w:rsid w:val="00653229"/>
    <w:rsid w:val="0065353A"/>
    <w:rsid w:val="00656082"/>
    <w:rsid w:val="0065647D"/>
    <w:rsid w:val="006607D9"/>
    <w:rsid w:val="00660A9A"/>
    <w:rsid w:val="00660CE5"/>
    <w:rsid w:val="00661870"/>
    <w:rsid w:val="00662DA9"/>
    <w:rsid w:val="00664030"/>
    <w:rsid w:val="00664477"/>
    <w:rsid w:val="00664E05"/>
    <w:rsid w:val="006652E5"/>
    <w:rsid w:val="006655B8"/>
    <w:rsid w:val="00666F6E"/>
    <w:rsid w:val="006675C1"/>
    <w:rsid w:val="00667B5F"/>
    <w:rsid w:val="00670ACD"/>
    <w:rsid w:val="00670C15"/>
    <w:rsid w:val="006711E6"/>
    <w:rsid w:val="0067148C"/>
    <w:rsid w:val="00671EE0"/>
    <w:rsid w:val="00673B54"/>
    <w:rsid w:val="00674A08"/>
    <w:rsid w:val="006756CA"/>
    <w:rsid w:val="0067634B"/>
    <w:rsid w:val="006764B8"/>
    <w:rsid w:val="00680204"/>
    <w:rsid w:val="0068066A"/>
    <w:rsid w:val="00680AF6"/>
    <w:rsid w:val="00680C78"/>
    <w:rsid w:val="0068154D"/>
    <w:rsid w:val="00682193"/>
    <w:rsid w:val="00682201"/>
    <w:rsid w:val="00682E21"/>
    <w:rsid w:val="006836BB"/>
    <w:rsid w:val="006847C2"/>
    <w:rsid w:val="00684A99"/>
    <w:rsid w:val="006854C3"/>
    <w:rsid w:val="00685E9C"/>
    <w:rsid w:val="00687831"/>
    <w:rsid w:val="00687BF2"/>
    <w:rsid w:val="00693DCE"/>
    <w:rsid w:val="00695690"/>
    <w:rsid w:val="00696F5B"/>
    <w:rsid w:val="006971D2"/>
    <w:rsid w:val="006A0B4D"/>
    <w:rsid w:val="006A0C00"/>
    <w:rsid w:val="006A1A13"/>
    <w:rsid w:val="006A2F73"/>
    <w:rsid w:val="006A41D9"/>
    <w:rsid w:val="006A553D"/>
    <w:rsid w:val="006A570A"/>
    <w:rsid w:val="006A6CA3"/>
    <w:rsid w:val="006A745F"/>
    <w:rsid w:val="006B1072"/>
    <w:rsid w:val="006B1BA6"/>
    <w:rsid w:val="006B4F35"/>
    <w:rsid w:val="006B772E"/>
    <w:rsid w:val="006C1143"/>
    <w:rsid w:val="006C1B46"/>
    <w:rsid w:val="006C1D92"/>
    <w:rsid w:val="006C3385"/>
    <w:rsid w:val="006C3436"/>
    <w:rsid w:val="006C37E6"/>
    <w:rsid w:val="006C4F6E"/>
    <w:rsid w:val="006C509D"/>
    <w:rsid w:val="006C5C30"/>
    <w:rsid w:val="006C5D69"/>
    <w:rsid w:val="006C5E3E"/>
    <w:rsid w:val="006C5F2E"/>
    <w:rsid w:val="006C64A1"/>
    <w:rsid w:val="006C6D16"/>
    <w:rsid w:val="006D0E31"/>
    <w:rsid w:val="006D13E7"/>
    <w:rsid w:val="006D1F79"/>
    <w:rsid w:val="006D26F6"/>
    <w:rsid w:val="006D2A23"/>
    <w:rsid w:val="006D3385"/>
    <w:rsid w:val="006D4253"/>
    <w:rsid w:val="006D45A9"/>
    <w:rsid w:val="006D50A0"/>
    <w:rsid w:val="006D5227"/>
    <w:rsid w:val="006D5603"/>
    <w:rsid w:val="006D5952"/>
    <w:rsid w:val="006D5FCE"/>
    <w:rsid w:val="006E0626"/>
    <w:rsid w:val="006E12D0"/>
    <w:rsid w:val="006E2661"/>
    <w:rsid w:val="006E2FC1"/>
    <w:rsid w:val="006E3A0B"/>
    <w:rsid w:val="006E3AE5"/>
    <w:rsid w:val="006E4864"/>
    <w:rsid w:val="006E4FFB"/>
    <w:rsid w:val="006E6DD6"/>
    <w:rsid w:val="006E7348"/>
    <w:rsid w:val="006E76DC"/>
    <w:rsid w:val="006F016D"/>
    <w:rsid w:val="006F02A9"/>
    <w:rsid w:val="006F2B08"/>
    <w:rsid w:val="006F3026"/>
    <w:rsid w:val="006F3346"/>
    <w:rsid w:val="006F3CF6"/>
    <w:rsid w:val="006F4BF5"/>
    <w:rsid w:val="006F5D5C"/>
    <w:rsid w:val="006F64AC"/>
    <w:rsid w:val="006F695F"/>
    <w:rsid w:val="007034FF"/>
    <w:rsid w:val="0070369D"/>
    <w:rsid w:val="00704762"/>
    <w:rsid w:val="007055DC"/>
    <w:rsid w:val="0070638A"/>
    <w:rsid w:val="00707F06"/>
    <w:rsid w:val="007107AA"/>
    <w:rsid w:val="00711D62"/>
    <w:rsid w:val="007122F9"/>
    <w:rsid w:val="00712EAB"/>
    <w:rsid w:val="0071358E"/>
    <w:rsid w:val="00713C61"/>
    <w:rsid w:val="007167FF"/>
    <w:rsid w:val="007168C1"/>
    <w:rsid w:val="00717F18"/>
    <w:rsid w:val="00717FC7"/>
    <w:rsid w:val="00720287"/>
    <w:rsid w:val="00721839"/>
    <w:rsid w:val="00721FB5"/>
    <w:rsid w:val="007223BE"/>
    <w:rsid w:val="00722540"/>
    <w:rsid w:val="0072270C"/>
    <w:rsid w:val="00723692"/>
    <w:rsid w:val="00723BAC"/>
    <w:rsid w:val="00725032"/>
    <w:rsid w:val="0072688B"/>
    <w:rsid w:val="00727CBC"/>
    <w:rsid w:val="00730E91"/>
    <w:rsid w:val="00730FA9"/>
    <w:rsid w:val="0073199E"/>
    <w:rsid w:val="00732629"/>
    <w:rsid w:val="00732A8D"/>
    <w:rsid w:val="0073366A"/>
    <w:rsid w:val="00734AA1"/>
    <w:rsid w:val="00737201"/>
    <w:rsid w:val="007415D9"/>
    <w:rsid w:val="007419CD"/>
    <w:rsid w:val="00742062"/>
    <w:rsid w:val="00744534"/>
    <w:rsid w:val="00747A9F"/>
    <w:rsid w:val="00750656"/>
    <w:rsid w:val="007522DF"/>
    <w:rsid w:val="007537DD"/>
    <w:rsid w:val="00754042"/>
    <w:rsid w:val="0075614F"/>
    <w:rsid w:val="00756BC9"/>
    <w:rsid w:val="00760AF2"/>
    <w:rsid w:val="00760C71"/>
    <w:rsid w:val="007616C1"/>
    <w:rsid w:val="007617BA"/>
    <w:rsid w:val="007623A8"/>
    <w:rsid w:val="007638CF"/>
    <w:rsid w:val="0076458E"/>
    <w:rsid w:val="00764AE5"/>
    <w:rsid w:val="00764CF2"/>
    <w:rsid w:val="00764F33"/>
    <w:rsid w:val="007664E8"/>
    <w:rsid w:val="0076711E"/>
    <w:rsid w:val="0077013C"/>
    <w:rsid w:val="00772CFD"/>
    <w:rsid w:val="00774AB0"/>
    <w:rsid w:val="00774B5A"/>
    <w:rsid w:val="007755E1"/>
    <w:rsid w:val="00776375"/>
    <w:rsid w:val="00776B65"/>
    <w:rsid w:val="00777053"/>
    <w:rsid w:val="00780FF3"/>
    <w:rsid w:val="0078148B"/>
    <w:rsid w:val="0078225A"/>
    <w:rsid w:val="00782BD6"/>
    <w:rsid w:val="00784454"/>
    <w:rsid w:val="00784E2D"/>
    <w:rsid w:val="00784F06"/>
    <w:rsid w:val="0078527C"/>
    <w:rsid w:val="00786C3D"/>
    <w:rsid w:val="007870B9"/>
    <w:rsid w:val="0079080D"/>
    <w:rsid w:val="00791333"/>
    <w:rsid w:val="007913B2"/>
    <w:rsid w:val="00791A36"/>
    <w:rsid w:val="00791D4C"/>
    <w:rsid w:val="007926A5"/>
    <w:rsid w:val="00792E8B"/>
    <w:rsid w:val="00794A42"/>
    <w:rsid w:val="007953D5"/>
    <w:rsid w:val="007957BA"/>
    <w:rsid w:val="00795E74"/>
    <w:rsid w:val="0079672D"/>
    <w:rsid w:val="007A00A7"/>
    <w:rsid w:val="007A2D25"/>
    <w:rsid w:val="007A2F9D"/>
    <w:rsid w:val="007A31FA"/>
    <w:rsid w:val="007A57B5"/>
    <w:rsid w:val="007A5BF3"/>
    <w:rsid w:val="007A6AC1"/>
    <w:rsid w:val="007A6EAE"/>
    <w:rsid w:val="007A7BD6"/>
    <w:rsid w:val="007B095B"/>
    <w:rsid w:val="007B3AF9"/>
    <w:rsid w:val="007B4E1C"/>
    <w:rsid w:val="007B72C1"/>
    <w:rsid w:val="007B74C1"/>
    <w:rsid w:val="007B7959"/>
    <w:rsid w:val="007C0773"/>
    <w:rsid w:val="007C0A3B"/>
    <w:rsid w:val="007C1F3D"/>
    <w:rsid w:val="007C1F8D"/>
    <w:rsid w:val="007C4129"/>
    <w:rsid w:val="007C4B8C"/>
    <w:rsid w:val="007C4EF3"/>
    <w:rsid w:val="007C59C3"/>
    <w:rsid w:val="007C6827"/>
    <w:rsid w:val="007C7132"/>
    <w:rsid w:val="007D0655"/>
    <w:rsid w:val="007D2CD4"/>
    <w:rsid w:val="007D3947"/>
    <w:rsid w:val="007D3EFA"/>
    <w:rsid w:val="007D5569"/>
    <w:rsid w:val="007D7492"/>
    <w:rsid w:val="007D7D84"/>
    <w:rsid w:val="007E0129"/>
    <w:rsid w:val="007E05EC"/>
    <w:rsid w:val="007E22E6"/>
    <w:rsid w:val="007E377F"/>
    <w:rsid w:val="007E48AE"/>
    <w:rsid w:val="007E4AD6"/>
    <w:rsid w:val="007E5CAE"/>
    <w:rsid w:val="007E6E54"/>
    <w:rsid w:val="007E7EA7"/>
    <w:rsid w:val="007F1B9B"/>
    <w:rsid w:val="007F2EE9"/>
    <w:rsid w:val="007F3518"/>
    <w:rsid w:val="007F3584"/>
    <w:rsid w:val="007F375C"/>
    <w:rsid w:val="007F4307"/>
    <w:rsid w:val="007F47B1"/>
    <w:rsid w:val="007F48BA"/>
    <w:rsid w:val="007F4D24"/>
    <w:rsid w:val="007F554F"/>
    <w:rsid w:val="007F62D5"/>
    <w:rsid w:val="007F685A"/>
    <w:rsid w:val="007F69D3"/>
    <w:rsid w:val="00802A3E"/>
    <w:rsid w:val="00803628"/>
    <w:rsid w:val="00806AFE"/>
    <w:rsid w:val="00810EC3"/>
    <w:rsid w:val="00810FD0"/>
    <w:rsid w:val="008114B8"/>
    <w:rsid w:val="00811571"/>
    <w:rsid w:val="00813B8D"/>
    <w:rsid w:val="00814296"/>
    <w:rsid w:val="0081567C"/>
    <w:rsid w:val="008167AE"/>
    <w:rsid w:val="00817676"/>
    <w:rsid w:val="00817D84"/>
    <w:rsid w:val="008206C3"/>
    <w:rsid w:val="00821152"/>
    <w:rsid w:val="008213E8"/>
    <w:rsid w:val="008216C5"/>
    <w:rsid w:val="00822D60"/>
    <w:rsid w:val="00823FD0"/>
    <w:rsid w:val="00824BA8"/>
    <w:rsid w:val="008252D6"/>
    <w:rsid w:val="008261D0"/>
    <w:rsid w:val="008309FE"/>
    <w:rsid w:val="00830A34"/>
    <w:rsid w:val="00831675"/>
    <w:rsid w:val="00832B25"/>
    <w:rsid w:val="008332BB"/>
    <w:rsid w:val="00834426"/>
    <w:rsid w:val="00834C62"/>
    <w:rsid w:val="00835530"/>
    <w:rsid w:val="00835992"/>
    <w:rsid w:val="00835A00"/>
    <w:rsid w:val="00836D76"/>
    <w:rsid w:val="008406E4"/>
    <w:rsid w:val="008434B3"/>
    <w:rsid w:val="00843902"/>
    <w:rsid w:val="008449BF"/>
    <w:rsid w:val="00845AE4"/>
    <w:rsid w:val="0084694F"/>
    <w:rsid w:val="008469E9"/>
    <w:rsid w:val="00846F1F"/>
    <w:rsid w:val="00847B90"/>
    <w:rsid w:val="00850408"/>
    <w:rsid w:val="00857516"/>
    <w:rsid w:val="00860615"/>
    <w:rsid w:val="0086089F"/>
    <w:rsid w:val="008610E0"/>
    <w:rsid w:val="0086252B"/>
    <w:rsid w:val="0086257F"/>
    <w:rsid w:val="00863056"/>
    <w:rsid w:val="00865F49"/>
    <w:rsid w:val="00866E4A"/>
    <w:rsid w:val="00867BE7"/>
    <w:rsid w:val="00870EF2"/>
    <w:rsid w:val="00871A93"/>
    <w:rsid w:val="0087222C"/>
    <w:rsid w:val="008728D9"/>
    <w:rsid w:val="00873381"/>
    <w:rsid w:val="0087449A"/>
    <w:rsid w:val="00875862"/>
    <w:rsid w:val="00877B83"/>
    <w:rsid w:val="0088094B"/>
    <w:rsid w:val="00881ABA"/>
    <w:rsid w:val="0088423F"/>
    <w:rsid w:val="00885A70"/>
    <w:rsid w:val="008861BA"/>
    <w:rsid w:val="00887602"/>
    <w:rsid w:val="008911FF"/>
    <w:rsid w:val="00896AA0"/>
    <w:rsid w:val="00897C2E"/>
    <w:rsid w:val="008A200E"/>
    <w:rsid w:val="008A2686"/>
    <w:rsid w:val="008A38DB"/>
    <w:rsid w:val="008A3A25"/>
    <w:rsid w:val="008A4D08"/>
    <w:rsid w:val="008A55B8"/>
    <w:rsid w:val="008A5E74"/>
    <w:rsid w:val="008A68EC"/>
    <w:rsid w:val="008A6CE5"/>
    <w:rsid w:val="008B06FB"/>
    <w:rsid w:val="008B2103"/>
    <w:rsid w:val="008B28E9"/>
    <w:rsid w:val="008B4AA1"/>
    <w:rsid w:val="008B58BE"/>
    <w:rsid w:val="008B59EA"/>
    <w:rsid w:val="008B62E1"/>
    <w:rsid w:val="008B6850"/>
    <w:rsid w:val="008B725F"/>
    <w:rsid w:val="008B72E6"/>
    <w:rsid w:val="008B7C99"/>
    <w:rsid w:val="008C09AD"/>
    <w:rsid w:val="008C17E6"/>
    <w:rsid w:val="008C30B6"/>
    <w:rsid w:val="008C46EB"/>
    <w:rsid w:val="008C48B3"/>
    <w:rsid w:val="008C63FC"/>
    <w:rsid w:val="008C64E4"/>
    <w:rsid w:val="008D2B8A"/>
    <w:rsid w:val="008D2DD6"/>
    <w:rsid w:val="008D38BD"/>
    <w:rsid w:val="008D4074"/>
    <w:rsid w:val="008D6A1B"/>
    <w:rsid w:val="008D6C74"/>
    <w:rsid w:val="008E014F"/>
    <w:rsid w:val="008E09D5"/>
    <w:rsid w:val="008E10FD"/>
    <w:rsid w:val="008E2EA3"/>
    <w:rsid w:val="008E321D"/>
    <w:rsid w:val="008E4812"/>
    <w:rsid w:val="008E4AED"/>
    <w:rsid w:val="008E5832"/>
    <w:rsid w:val="008E64C1"/>
    <w:rsid w:val="008E7AE6"/>
    <w:rsid w:val="008E7C09"/>
    <w:rsid w:val="008F01E2"/>
    <w:rsid w:val="008F0F07"/>
    <w:rsid w:val="008F3D2B"/>
    <w:rsid w:val="008F5072"/>
    <w:rsid w:val="008F5BAD"/>
    <w:rsid w:val="008F64D7"/>
    <w:rsid w:val="008F7F7C"/>
    <w:rsid w:val="00902132"/>
    <w:rsid w:val="00902FA0"/>
    <w:rsid w:val="00904AED"/>
    <w:rsid w:val="00904AF1"/>
    <w:rsid w:val="00905478"/>
    <w:rsid w:val="0090662E"/>
    <w:rsid w:val="00907309"/>
    <w:rsid w:val="00907632"/>
    <w:rsid w:val="0091010F"/>
    <w:rsid w:val="00910E5F"/>
    <w:rsid w:val="00910F57"/>
    <w:rsid w:val="00911A54"/>
    <w:rsid w:val="00915A63"/>
    <w:rsid w:val="009169CF"/>
    <w:rsid w:val="009171E8"/>
    <w:rsid w:val="00917936"/>
    <w:rsid w:val="009212F6"/>
    <w:rsid w:val="00921C3C"/>
    <w:rsid w:val="00922442"/>
    <w:rsid w:val="00924C24"/>
    <w:rsid w:val="00926247"/>
    <w:rsid w:val="009264BF"/>
    <w:rsid w:val="00926893"/>
    <w:rsid w:val="00927910"/>
    <w:rsid w:val="009301B4"/>
    <w:rsid w:val="00930355"/>
    <w:rsid w:val="0093040F"/>
    <w:rsid w:val="0093140D"/>
    <w:rsid w:val="00932910"/>
    <w:rsid w:val="00933465"/>
    <w:rsid w:val="009343E2"/>
    <w:rsid w:val="00934516"/>
    <w:rsid w:val="00934748"/>
    <w:rsid w:val="00935085"/>
    <w:rsid w:val="00936690"/>
    <w:rsid w:val="009408F9"/>
    <w:rsid w:val="00940EA6"/>
    <w:rsid w:val="00941817"/>
    <w:rsid w:val="009425F2"/>
    <w:rsid w:val="00942B72"/>
    <w:rsid w:val="009434B7"/>
    <w:rsid w:val="009434E3"/>
    <w:rsid w:val="00943BD5"/>
    <w:rsid w:val="00943F2B"/>
    <w:rsid w:val="0094445F"/>
    <w:rsid w:val="0094510B"/>
    <w:rsid w:val="0094581E"/>
    <w:rsid w:val="00946E9C"/>
    <w:rsid w:val="009500D6"/>
    <w:rsid w:val="00951C36"/>
    <w:rsid w:val="009521A4"/>
    <w:rsid w:val="009526F0"/>
    <w:rsid w:val="009549F6"/>
    <w:rsid w:val="00955F45"/>
    <w:rsid w:val="009567CA"/>
    <w:rsid w:val="00956EF8"/>
    <w:rsid w:val="009575D3"/>
    <w:rsid w:val="00957892"/>
    <w:rsid w:val="00960B2F"/>
    <w:rsid w:val="00961EA4"/>
    <w:rsid w:val="00962528"/>
    <w:rsid w:val="00962C1A"/>
    <w:rsid w:val="0096317C"/>
    <w:rsid w:val="00965FEF"/>
    <w:rsid w:val="00966E3F"/>
    <w:rsid w:val="0096776C"/>
    <w:rsid w:val="00970DE5"/>
    <w:rsid w:val="00973C10"/>
    <w:rsid w:val="0097505A"/>
    <w:rsid w:val="00975494"/>
    <w:rsid w:val="00977A35"/>
    <w:rsid w:val="0098018E"/>
    <w:rsid w:val="009811E1"/>
    <w:rsid w:val="00981D5E"/>
    <w:rsid w:val="0098239D"/>
    <w:rsid w:val="00984746"/>
    <w:rsid w:val="0098483F"/>
    <w:rsid w:val="00984FE8"/>
    <w:rsid w:val="0098524F"/>
    <w:rsid w:val="009852B5"/>
    <w:rsid w:val="0098592A"/>
    <w:rsid w:val="00986671"/>
    <w:rsid w:val="00986999"/>
    <w:rsid w:val="00991BC9"/>
    <w:rsid w:val="00992118"/>
    <w:rsid w:val="00992A4A"/>
    <w:rsid w:val="00992D17"/>
    <w:rsid w:val="00997AEB"/>
    <w:rsid w:val="009A018A"/>
    <w:rsid w:val="009A1813"/>
    <w:rsid w:val="009A2003"/>
    <w:rsid w:val="009A30D9"/>
    <w:rsid w:val="009A3699"/>
    <w:rsid w:val="009A5B65"/>
    <w:rsid w:val="009A6B85"/>
    <w:rsid w:val="009A73AE"/>
    <w:rsid w:val="009A7B36"/>
    <w:rsid w:val="009B037A"/>
    <w:rsid w:val="009B4F88"/>
    <w:rsid w:val="009B54E5"/>
    <w:rsid w:val="009B7DA4"/>
    <w:rsid w:val="009C1226"/>
    <w:rsid w:val="009C183F"/>
    <w:rsid w:val="009C435F"/>
    <w:rsid w:val="009C5C14"/>
    <w:rsid w:val="009C70F3"/>
    <w:rsid w:val="009C7376"/>
    <w:rsid w:val="009C779D"/>
    <w:rsid w:val="009D1ABD"/>
    <w:rsid w:val="009D2B1E"/>
    <w:rsid w:val="009D407C"/>
    <w:rsid w:val="009D45BB"/>
    <w:rsid w:val="009D6A95"/>
    <w:rsid w:val="009E030F"/>
    <w:rsid w:val="009E0E5C"/>
    <w:rsid w:val="009E17E4"/>
    <w:rsid w:val="009E21C9"/>
    <w:rsid w:val="009E2C1C"/>
    <w:rsid w:val="009E2C6E"/>
    <w:rsid w:val="009E30A0"/>
    <w:rsid w:val="009E5079"/>
    <w:rsid w:val="009E5538"/>
    <w:rsid w:val="009E60E5"/>
    <w:rsid w:val="009E7483"/>
    <w:rsid w:val="009E7B33"/>
    <w:rsid w:val="009E7BA4"/>
    <w:rsid w:val="009F03B1"/>
    <w:rsid w:val="009F08D5"/>
    <w:rsid w:val="009F095B"/>
    <w:rsid w:val="009F1CEB"/>
    <w:rsid w:val="009F23E8"/>
    <w:rsid w:val="009F2B5F"/>
    <w:rsid w:val="009F3913"/>
    <w:rsid w:val="009F39DF"/>
    <w:rsid w:val="009F3A57"/>
    <w:rsid w:val="009F4587"/>
    <w:rsid w:val="009F45C0"/>
    <w:rsid w:val="009F687F"/>
    <w:rsid w:val="00A005C8"/>
    <w:rsid w:val="00A01585"/>
    <w:rsid w:val="00A01B0A"/>
    <w:rsid w:val="00A01B33"/>
    <w:rsid w:val="00A02682"/>
    <w:rsid w:val="00A02A64"/>
    <w:rsid w:val="00A02D58"/>
    <w:rsid w:val="00A03E66"/>
    <w:rsid w:val="00A03F97"/>
    <w:rsid w:val="00A04844"/>
    <w:rsid w:val="00A071CB"/>
    <w:rsid w:val="00A07FDE"/>
    <w:rsid w:val="00A07FEA"/>
    <w:rsid w:val="00A10C14"/>
    <w:rsid w:val="00A11541"/>
    <w:rsid w:val="00A1191B"/>
    <w:rsid w:val="00A11A6A"/>
    <w:rsid w:val="00A121D0"/>
    <w:rsid w:val="00A1293F"/>
    <w:rsid w:val="00A12B92"/>
    <w:rsid w:val="00A12E07"/>
    <w:rsid w:val="00A1319A"/>
    <w:rsid w:val="00A13AE1"/>
    <w:rsid w:val="00A14597"/>
    <w:rsid w:val="00A15079"/>
    <w:rsid w:val="00A15189"/>
    <w:rsid w:val="00A153EF"/>
    <w:rsid w:val="00A15F04"/>
    <w:rsid w:val="00A160EE"/>
    <w:rsid w:val="00A210A3"/>
    <w:rsid w:val="00A213F2"/>
    <w:rsid w:val="00A215B6"/>
    <w:rsid w:val="00A22A12"/>
    <w:rsid w:val="00A22D7A"/>
    <w:rsid w:val="00A24ECE"/>
    <w:rsid w:val="00A24EF2"/>
    <w:rsid w:val="00A25927"/>
    <w:rsid w:val="00A27112"/>
    <w:rsid w:val="00A27FCD"/>
    <w:rsid w:val="00A306B7"/>
    <w:rsid w:val="00A30958"/>
    <w:rsid w:val="00A30C75"/>
    <w:rsid w:val="00A3326B"/>
    <w:rsid w:val="00A33B46"/>
    <w:rsid w:val="00A33DE8"/>
    <w:rsid w:val="00A361EE"/>
    <w:rsid w:val="00A368E1"/>
    <w:rsid w:val="00A377F5"/>
    <w:rsid w:val="00A41365"/>
    <w:rsid w:val="00A41A4A"/>
    <w:rsid w:val="00A44B31"/>
    <w:rsid w:val="00A45559"/>
    <w:rsid w:val="00A4629F"/>
    <w:rsid w:val="00A464F3"/>
    <w:rsid w:val="00A46786"/>
    <w:rsid w:val="00A50777"/>
    <w:rsid w:val="00A521F3"/>
    <w:rsid w:val="00A53308"/>
    <w:rsid w:val="00A553EE"/>
    <w:rsid w:val="00A55DE9"/>
    <w:rsid w:val="00A5706E"/>
    <w:rsid w:val="00A573AB"/>
    <w:rsid w:val="00A573BD"/>
    <w:rsid w:val="00A6044C"/>
    <w:rsid w:val="00A61474"/>
    <w:rsid w:val="00A61AB5"/>
    <w:rsid w:val="00A61BE6"/>
    <w:rsid w:val="00A63E8B"/>
    <w:rsid w:val="00A63FEB"/>
    <w:rsid w:val="00A643DD"/>
    <w:rsid w:val="00A64AEB"/>
    <w:rsid w:val="00A666E1"/>
    <w:rsid w:val="00A70F1C"/>
    <w:rsid w:val="00A72A69"/>
    <w:rsid w:val="00A753AF"/>
    <w:rsid w:val="00A779AC"/>
    <w:rsid w:val="00A810F2"/>
    <w:rsid w:val="00A8180B"/>
    <w:rsid w:val="00A81D31"/>
    <w:rsid w:val="00A82F8F"/>
    <w:rsid w:val="00A83045"/>
    <w:rsid w:val="00A846EB"/>
    <w:rsid w:val="00A84E0C"/>
    <w:rsid w:val="00A85224"/>
    <w:rsid w:val="00A8573D"/>
    <w:rsid w:val="00A87AE2"/>
    <w:rsid w:val="00A90FAE"/>
    <w:rsid w:val="00A918F0"/>
    <w:rsid w:val="00A923FF"/>
    <w:rsid w:val="00A92992"/>
    <w:rsid w:val="00A92B60"/>
    <w:rsid w:val="00A92C2C"/>
    <w:rsid w:val="00A95A3D"/>
    <w:rsid w:val="00A965BE"/>
    <w:rsid w:val="00A9683B"/>
    <w:rsid w:val="00A96957"/>
    <w:rsid w:val="00A96F06"/>
    <w:rsid w:val="00AA1397"/>
    <w:rsid w:val="00AA411D"/>
    <w:rsid w:val="00AA4168"/>
    <w:rsid w:val="00AA5AD9"/>
    <w:rsid w:val="00AA7A96"/>
    <w:rsid w:val="00AA7FF2"/>
    <w:rsid w:val="00AB08C1"/>
    <w:rsid w:val="00AB13C5"/>
    <w:rsid w:val="00AB16F3"/>
    <w:rsid w:val="00AB18DC"/>
    <w:rsid w:val="00AB284A"/>
    <w:rsid w:val="00AB3C1A"/>
    <w:rsid w:val="00AB3D97"/>
    <w:rsid w:val="00AB589F"/>
    <w:rsid w:val="00AC1101"/>
    <w:rsid w:val="00AC2EF5"/>
    <w:rsid w:val="00AC4435"/>
    <w:rsid w:val="00AC5317"/>
    <w:rsid w:val="00AD1448"/>
    <w:rsid w:val="00AD1C5A"/>
    <w:rsid w:val="00AD306C"/>
    <w:rsid w:val="00AD3669"/>
    <w:rsid w:val="00AD4669"/>
    <w:rsid w:val="00AD47A7"/>
    <w:rsid w:val="00AD4A5F"/>
    <w:rsid w:val="00AD5321"/>
    <w:rsid w:val="00AD7A64"/>
    <w:rsid w:val="00AE1480"/>
    <w:rsid w:val="00AE17EE"/>
    <w:rsid w:val="00AE1A4B"/>
    <w:rsid w:val="00AE2B30"/>
    <w:rsid w:val="00AE2EF9"/>
    <w:rsid w:val="00AE3C4E"/>
    <w:rsid w:val="00AE5C5C"/>
    <w:rsid w:val="00AE669A"/>
    <w:rsid w:val="00AF0C83"/>
    <w:rsid w:val="00AF1D41"/>
    <w:rsid w:val="00AF30C7"/>
    <w:rsid w:val="00AF6442"/>
    <w:rsid w:val="00AF696E"/>
    <w:rsid w:val="00B005F2"/>
    <w:rsid w:val="00B0115C"/>
    <w:rsid w:val="00B0590E"/>
    <w:rsid w:val="00B07695"/>
    <w:rsid w:val="00B079FA"/>
    <w:rsid w:val="00B07C60"/>
    <w:rsid w:val="00B109BD"/>
    <w:rsid w:val="00B11828"/>
    <w:rsid w:val="00B132A5"/>
    <w:rsid w:val="00B13447"/>
    <w:rsid w:val="00B15305"/>
    <w:rsid w:val="00B1543D"/>
    <w:rsid w:val="00B154AA"/>
    <w:rsid w:val="00B162BF"/>
    <w:rsid w:val="00B16E1D"/>
    <w:rsid w:val="00B205A4"/>
    <w:rsid w:val="00B21166"/>
    <w:rsid w:val="00B212B4"/>
    <w:rsid w:val="00B24428"/>
    <w:rsid w:val="00B2465E"/>
    <w:rsid w:val="00B249D4"/>
    <w:rsid w:val="00B2682F"/>
    <w:rsid w:val="00B26921"/>
    <w:rsid w:val="00B26E1A"/>
    <w:rsid w:val="00B2795E"/>
    <w:rsid w:val="00B312AD"/>
    <w:rsid w:val="00B31889"/>
    <w:rsid w:val="00B31D67"/>
    <w:rsid w:val="00B320D9"/>
    <w:rsid w:val="00B32287"/>
    <w:rsid w:val="00B32938"/>
    <w:rsid w:val="00B33247"/>
    <w:rsid w:val="00B33EC8"/>
    <w:rsid w:val="00B33F77"/>
    <w:rsid w:val="00B340F2"/>
    <w:rsid w:val="00B347A1"/>
    <w:rsid w:val="00B4141D"/>
    <w:rsid w:val="00B41FFF"/>
    <w:rsid w:val="00B43DCC"/>
    <w:rsid w:val="00B44651"/>
    <w:rsid w:val="00B45AA6"/>
    <w:rsid w:val="00B46574"/>
    <w:rsid w:val="00B473CC"/>
    <w:rsid w:val="00B47434"/>
    <w:rsid w:val="00B474EE"/>
    <w:rsid w:val="00B50552"/>
    <w:rsid w:val="00B5080C"/>
    <w:rsid w:val="00B512FE"/>
    <w:rsid w:val="00B519A9"/>
    <w:rsid w:val="00B52665"/>
    <w:rsid w:val="00B52E6A"/>
    <w:rsid w:val="00B5305E"/>
    <w:rsid w:val="00B5332B"/>
    <w:rsid w:val="00B53DBD"/>
    <w:rsid w:val="00B5542B"/>
    <w:rsid w:val="00B570D2"/>
    <w:rsid w:val="00B57D3D"/>
    <w:rsid w:val="00B60572"/>
    <w:rsid w:val="00B6098F"/>
    <w:rsid w:val="00B60D73"/>
    <w:rsid w:val="00B61F5D"/>
    <w:rsid w:val="00B6204A"/>
    <w:rsid w:val="00B637C8"/>
    <w:rsid w:val="00B6597B"/>
    <w:rsid w:val="00B65AFD"/>
    <w:rsid w:val="00B66070"/>
    <w:rsid w:val="00B66B56"/>
    <w:rsid w:val="00B66E18"/>
    <w:rsid w:val="00B67C1A"/>
    <w:rsid w:val="00B70F29"/>
    <w:rsid w:val="00B721C7"/>
    <w:rsid w:val="00B756FF"/>
    <w:rsid w:val="00B815D4"/>
    <w:rsid w:val="00B8219E"/>
    <w:rsid w:val="00B852FB"/>
    <w:rsid w:val="00B876C1"/>
    <w:rsid w:val="00B87BC6"/>
    <w:rsid w:val="00B87C29"/>
    <w:rsid w:val="00B90975"/>
    <w:rsid w:val="00B915B2"/>
    <w:rsid w:val="00B92E50"/>
    <w:rsid w:val="00B93572"/>
    <w:rsid w:val="00B94682"/>
    <w:rsid w:val="00B9521C"/>
    <w:rsid w:val="00BA0207"/>
    <w:rsid w:val="00BA11B4"/>
    <w:rsid w:val="00BA3C1F"/>
    <w:rsid w:val="00BA412F"/>
    <w:rsid w:val="00BA4AEB"/>
    <w:rsid w:val="00BA56D9"/>
    <w:rsid w:val="00BA5EEA"/>
    <w:rsid w:val="00BA60AF"/>
    <w:rsid w:val="00BA6347"/>
    <w:rsid w:val="00BA7071"/>
    <w:rsid w:val="00BB1068"/>
    <w:rsid w:val="00BB2A78"/>
    <w:rsid w:val="00BB2CAE"/>
    <w:rsid w:val="00BB56FB"/>
    <w:rsid w:val="00BB63F6"/>
    <w:rsid w:val="00BB68F0"/>
    <w:rsid w:val="00BB719E"/>
    <w:rsid w:val="00BB7654"/>
    <w:rsid w:val="00BC1D19"/>
    <w:rsid w:val="00BC4933"/>
    <w:rsid w:val="00BC4FC0"/>
    <w:rsid w:val="00BC5628"/>
    <w:rsid w:val="00BC5A07"/>
    <w:rsid w:val="00BC777A"/>
    <w:rsid w:val="00BC7D79"/>
    <w:rsid w:val="00BD0CF4"/>
    <w:rsid w:val="00BD17F4"/>
    <w:rsid w:val="00BD1D0E"/>
    <w:rsid w:val="00BD2069"/>
    <w:rsid w:val="00BD2A71"/>
    <w:rsid w:val="00BD3C85"/>
    <w:rsid w:val="00BD4488"/>
    <w:rsid w:val="00BD5090"/>
    <w:rsid w:val="00BD585D"/>
    <w:rsid w:val="00BD7240"/>
    <w:rsid w:val="00BD7298"/>
    <w:rsid w:val="00BD72AE"/>
    <w:rsid w:val="00BE00BD"/>
    <w:rsid w:val="00BE0316"/>
    <w:rsid w:val="00BE031B"/>
    <w:rsid w:val="00BE0595"/>
    <w:rsid w:val="00BE15B5"/>
    <w:rsid w:val="00BE3115"/>
    <w:rsid w:val="00BE311E"/>
    <w:rsid w:val="00BE322B"/>
    <w:rsid w:val="00BE473E"/>
    <w:rsid w:val="00BE59D8"/>
    <w:rsid w:val="00BE5F01"/>
    <w:rsid w:val="00BE6917"/>
    <w:rsid w:val="00BF0703"/>
    <w:rsid w:val="00BF0D39"/>
    <w:rsid w:val="00BF2F16"/>
    <w:rsid w:val="00BF30B4"/>
    <w:rsid w:val="00BF4BB0"/>
    <w:rsid w:val="00BF5C1D"/>
    <w:rsid w:val="00C008E8"/>
    <w:rsid w:val="00C02AE7"/>
    <w:rsid w:val="00C0454B"/>
    <w:rsid w:val="00C04936"/>
    <w:rsid w:val="00C04A62"/>
    <w:rsid w:val="00C06559"/>
    <w:rsid w:val="00C10204"/>
    <w:rsid w:val="00C108FF"/>
    <w:rsid w:val="00C1094A"/>
    <w:rsid w:val="00C10A22"/>
    <w:rsid w:val="00C10E9A"/>
    <w:rsid w:val="00C110C0"/>
    <w:rsid w:val="00C132A3"/>
    <w:rsid w:val="00C138DB"/>
    <w:rsid w:val="00C14450"/>
    <w:rsid w:val="00C16AEB"/>
    <w:rsid w:val="00C17580"/>
    <w:rsid w:val="00C206EA"/>
    <w:rsid w:val="00C22CAB"/>
    <w:rsid w:val="00C230E7"/>
    <w:rsid w:val="00C23B88"/>
    <w:rsid w:val="00C247AD"/>
    <w:rsid w:val="00C25A87"/>
    <w:rsid w:val="00C301A8"/>
    <w:rsid w:val="00C32311"/>
    <w:rsid w:val="00C32DAB"/>
    <w:rsid w:val="00C32FE1"/>
    <w:rsid w:val="00C33714"/>
    <w:rsid w:val="00C343BD"/>
    <w:rsid w:val="00C35509"/>
    <w:rsid w:val="00C35ED3"/>
    <w:rsid w:val="00C36327"/>
    <w:rsid w:val="00C36FF6"/>
    <w:rsid w:val="00C3712A"/>
    <w:rsid w:val="00C37A0F"/>
    <w:rsid w:val="00C401E7"/>
    <w:rsid w:val="00C40DD9"/>
    <w:rsid w:val="00C418FA"/>
    <w:rsid w:val="00C4294E"/>
    <w:rsid w:val="00C43842"/>
    <w:rsid w:val="00C4474D"/>
    <w:rsid w:val="00C44C46"/>
    <w:rsid w:val="00C452E0"/>
    <w:rsid w:val="00C4614B"/>
    <w:rsid w:val="00C46290"/>
    <w:rsid w:val="00C464FC"/>
    <w:rsid w:val="00C46854"/>
    <w:rsid w:val="00C469AA"/>
    <w:rsid w:val="00C46CA8"/>
    <w:rsid w:val="00C50602"/>
    <w:rsid w:val="00C509EE"/>
    <w:rsid w:val="00C51810"/>
    <w:rsid w:val="00C5357C"/>
    <w:rsid w:val="00C552BF"/>
    <w:rsid w:val="00C558C7"/>
    <w:rsid w:val="00C55DD3"/>
    <w:rsid w:val="00C56C88"/>
    <w:rsid w:val="00C56FB2"/>
    <w:rsid w:val="00C5700A"/>
    <w:rsid w:val="00C57B6E"/>
    <w:rsid w:val="00C614E7"/>
    <w:rsid w:val="00C6408A"/>
    <w:rsid w:val="00C64D9A"/>
    <w:rsid w:val="00C66CA0"/>
    <w:rsid w:val="00C71AC8"/>
    <w:rsid w:val="00C7244B"/>
    <w:rsid w:val="00C7432C"/>
    <w:rsid w:val="00C749B4"/>
    <w:rsid w:val="00C8058F"/>
    <w:rsid w:val="00C805CC"/>
    <w:rsid w:val="00C80A32"/>
    <w:rsid w:val="00C80ABE"/>
    <w:rsid w:val="00C81627"/>
    <w:rsid w:val="00C821C0"/>
    <w:rsid w:val="00C83785"/>
    <w:rsid w:val="00C84405"/>
    <w:rsid w:val="00C8522D"/>
    <w:rsid w:val="00C85933"/>
    <w:rsid w:val="00C870A9"/>
    <w:rsid w:val="00C878DE"/>
    <w:rsid w:val="00C87900"/>
    <w:rsid w:val="00C87CC0"/>
    <w:rsid w:val="00C909AA"/>
    <w:rsid w:val="00C91CE2"/>
    <w:rsid w:val="00C91D45"/>
    <w:rsid w:val="00C9221A"/>
    <w:rsid w:val="00C92272"/>
    <w:rsid w:val="00C92514"/>
    <w:rsid w:val="00C92FC4"/>
    <w:rsid w:val="00C944F7"/>
    <w:rsid w:val="00C94666"/>
    <w:rsid w:val="00C94779"/>
    <w:rsid w:val="00C96B50"/>
    <w:rsid w:val="00C97503"/>
    <w:rsid w:val="00C97FAC"/>
    <w:rsid w:val="00CA03A6"/>
    <w:rsid w:val="00CA103D"/>
    <w:rsid w:val="00CA451C"/>
    <w:rsid w:val="00CA45D0"/>
    <w:rsid w:val="00CA5328"/>
    <w:rsid w:val="00CA5F1A"/>
    <w:rsid w:val="00CA6658"/>
    <w:rsid w:val="00CA75EF"/>
    <w:rsid w:val="00CA7D4F"/>
    <w:rsid w:val="00CA7DC3"/>
    <w:rsid w:val="00CA7E6F"/>
    <w:rsid w:val="00CB0034"/>
    <w:rsid w:val="00CB0BD6"/>
    <w:rsid w:val="00CB0CF3"/>
    <w:rsid w:val="00CB10C1"/>
    <w:rsid w:val="00CB2021"/>
    <w:rsid w:val="00CB2050"/>
    <w:rsid w:val="00CB2CB3"/>
    <w:rsid w:val="00CB33D1"/>
    <w:rsid w:val="00CB4021"/>
    <w:rsid w:val="00CB416B"/>
    <w:rsid w:val="00CB47C8"/>
    <w:rsid w:val="00CB61FB"/>
    <w:rsid w:val="00CB6FCC"/>
    <w:rsid w:val="00CB7608"/>
    <w:rsid w:val="00CB7814"/>
    <w:rsid w:val="00CC15F2"/>
    <w:rsid w:val="00CC29A3"/>
    <w:rsid w:val="00CC2AFD"/>
    <w:rsid w:val="00CC494D"/>
    <w:rsid w:val="00CC4A1F"/>
    <w:rsid w:val="00CC6A7A"/>
    <w:rsid w:val="00CC78CD"/>
    <w:rsid w:val="00CC7A5D"/>
    <w:rsid w:val="00CD1F81"/>
    <w:rsid w:val="00CD227C"/>
    <w:rsid w:val="00CD2B84"/>
    <w:rsid w:val="00CD4F37"/>
    <w:rsid w:val="00CD5B7C"/>
    <w:rsid w:val="00CD5C0E"/>
    <w:rsid w:val="00CD6527"/>
    <w:rsid w:val="00CD7EBB"/>
    <w:rsid w:val="00CE034A"/>
    <w:rsid w:val="00CE1478"/>
    <w:rsid w:val="00CE1E53"/>
    <w:rsid w:val="00CE5844"/>
    <w:rsid w:val="00CE6E7D"/>
    <w:rsid w:val="00CE6FD7"/>
    <w:rsid w:val="00CE7882"/>
    <w:rsid w:val="00CF03B9"/>
    <w:rsid w:val="00CF03E4"/>
    <w:rsid w:val="00CF11B1"/>
    <w:rsid w:val="00CF1201"/>
    <w:rsid w:val="00CF148E"/>
    <w:rsid w:val="00CF1BDA"/>
    <w:rsid w:val="00CF20A8"/>
    <w:rsid w:val="00CF2877"/>
    <w:rsid w:val="00CF3E72"/>
    <w:rsid w:val="00CF60FC"/>
    <w:rsid w:val="00CF73D1"/>
    <w:rsid w:val="00D01BFE"/>
    <w:rsid w:val="00D01E74"/>
    <w:rsid w:val="00D01F5A"/>
    <w:rsid w:val="00D03AD7"/>
    <w:rsid w:val="00D04017"/>
    <w:rsid w:val="00D045D0"/>
    <w:rsid w:val="00D053AC"/>
    <w:rsid w:val="00D103B7"/>
    <w:rsid w:val="00D10AFA"/>
    <w:rsid w:val="00D110D9"/>
    <w:rsid w:val="00D11EA7"/>
    <w:rsid w:val="00D14155"/>
    <w:rsid w:val="00D147AC"/>
    <w:rsid w:val="00D16BF2"/>
    <w:rsid w:val="00D17194"/>
    <w:rsid w:val="00D1772E"/>
    <w:rsid w:val="00D21094"/>
    <w:rsid w:val="00D210D0"/>
    <w:rsid w:val="00D21771"/>
    <w:rsid w:val="00D21ABE"/>
    <w:rsid w:val="00D22C24"/>
    <w:rsid w:val="00D22D1B"/>
    <w:rsid w:val="00D23619"/>
    <w:rsid w:val="00D23D83"/>
    <w:rsid w:val="00D24810"/>
    <w:rsid w:val="00D249F1"/>
    <w:rsid w:val="00D2588C"/>
    <w:rsid w:val="00D27E98"/>
    <w:rsid w:val="00D3067F"/>
    <w:rsid w:val="00D312F6"/>
    <w:rsid w:val="00D34E70"/>
    <w:rsid w:val="00D354EE"/>
    <w:rsid w:val="00D3553B"/>
    <w:rsid w:val="00D365FA"/>
    <w:rsid w:val="00D40513"/>
    <w:rsid w:val="00D417B2"/>
    <w:rsid w:val="00D43319"/>
    <w:rsid w:val="00D43FBB"/>
    <w:rsid w:val="00D4461F"/>
    <w:rsid w:val="00D44CFA"/>
    <w:rsid w:val="00D45EF4"/>
    <w:rsid w:val="00D466E6"/>
    <w:rsid w:val="00D46FEC"/>
    <w:rsid w:val="00D50232"/>
    <w:rsid w:val="00D513CC"/>
    <w:rsid w:val="00D5197D"/>
    <w:rsid w:val="00D52468"/>
    <w:rsid w:val="00D549C2"/>
    <w:rsid w:val="00D556E8"/>
    <w:rsid w:val="00D57E00"/>
    <w:rsid w:val="00D605F8"/>
    <w:rsid w:val="00D60BB7"/>
    <w:rsid w:val="00D6101D"/>
    <w:rsid w:val="00D62198"/>
    <w:rsid w:val="00D62712"/>
    <w:rsid w:val="00D66837"/>
    <w:rsid w:val="00D67431"/>
    <w:rsid w:val="00D7288D"/>
    <w:rsid w:val="00D73AB8"/>
    <w:rsid w:val="00D777A4"/>
    <w:rsid w:val="00D77C55"/>
    <w:rsid w:val="00D809FC"/>
    <w:rsid w:val="00D8136E"/>
    <w:rsid w:val="00D82686"/>
    <w:rsid w:val="00D8344B"/>
    <w:rsid w:val="00D83B40"/>
    <w:rsid w:val="00D86050"/>
    <w:rsid w:val="00D86055"/>
    <w:rsid w:val="00D86F54"/>
    <w:rsid w:val="00D876C0"/>
    <w:rsid w:val="00D91385"/>
    <w:rsid w:val="00D9361C"/>
    <w:rsid w:val="00D93848"/>
    <w:rsid w:val="00D94911"/>
    <w:rsid w:val="00D9491E"/>
    <w:rsid w:val="00D9534E"/>
    <w:rsid w:val="00D95943"/>
    <w:rsid w:val="00DA0074"/>
    <w:rsid w:val="00DA2DCC"/>
    <w:rsid w:val="00DA30AA"/>
    <w:rsid w:val="00DA445C"/>
    <w:rsid w:val="00DA5ADC"/>
    <w:rsid w:val="00DA5BDD"/>
    <w:rsid w:val="00DA67C7"/>
    <w:rsid w:val="00DA7713"/>
    <w:rsid w:val="00DA79A9"/>
    <w:rsid w:val="00DA7EA3"/>
    <w:rsid w:val="00DB0A5E"/>
    <w:rsid w:val="00DB1A10"/>
    <w:rsid w:val="00DB2A7F"/>
    <w:rsid w:val="00DB5FC3"/>
    <w:rsid w:val="00DB66A4"/>
    <w:rsid w:val="00DB713F"/>
    <w:rsid w:val="00DC0D03"/>
    <w:rsid w:val="00DC4CE8"/>
    <w:rsid w:val="00DC536D"/>
    <w:rsid w:val="00DC54E1"/>
    <w:rsid w:val="00DC6335"/>
    <w:rsid w:val="00DC6603"/>
    <w:rsid w:val="00DC6A39"/>
    <w:rsid w:val="00DD007C"/>
    <w:rsid w:val="00DD189E"/>
    <w:rsid w:val="00DD1E09"/>
    <w:rsid w:val="00DD220E"/>
    <w:rsid w:val="00DD310D"/>
    <w:rsid w:val="00DD3180"/>
    <w:rsid w:val="00DD333C"/>
    <w:rsid w:val="00DD4555"/>
    <w:rsid w:val="00DD4757"/>
    <w:rsid w:val="00DD4F31"/>
    <w:rsid w:val="00DE0327"/>
    <w:rsid w:val="00DE1452"/>
    <w:rsid w:val="00DE27FF"/>
    <w:rsid w:val="00DE33A2"/>
    <w:rsid w:val="00DE34DC"/>
    <w:rsid w:val="00DE3A66"/>
    <w:rsid w:val="00DE46FF"/>
    <w:rsid w:val="00DE5ACC"/>
    <w:rsid w:val="00DE5AD2"/>
    <w:rsid w:val="00DE5B27"/>
    <w:rsid w:val="00DE5F94"/>
    <w:rsid w:val="00DE6BEC"/>
    <w:rsid w:val="00DE7570"/>
    <w:rsid w:val="00DF0070"/>
    <w:rsid w:val="00DF0198"/>
    <w:rsid w:val="00DF086F"/>
    <w:rsid w:val="00DF115F"/>
    <w:rsid w:val="00DF3A5B"/>
    <w:rsid w:val="00DF4C7D"/>
    <w:rsid w:val="00DF52DC"/>
    <w:rsid w:val="00E006FB"/>
    <w:rsid w:val="00E02B56"/>
    <w:rsid w:val="00E02BB2"/>
    <w:rsid w:val="00E05161"/>
    <w:rsid w:val="00E06158"/>
    <w:rsid w:val="00E0633C"/>
    <w:rsid w:val="00E0686E"/>
    <w:rsid w:val="00E07187"/>
    <w:rsid w:val="00E07F35"/>
    <w:rsid w:val="00E11079"/>
    <w:rsid w:val="00E11ADA"/>
    <w:rsid w:val="00E124A3"/>
    <w:rsid w:val="00E12D98"/>
    <w:rsid w:val="00E13156"/>
    <w:rsid w:val="00E1380F"/>
    <w:rsid w:val="00E1421C"/>
    <w:rsid w:val="00E14B15"/>
    <w:rsid w:val="00E14DBC"/>
    <w:rsid w:val="00E16759"/>
    <w:rsid w:val="00E16794"/>
    <w:rsid w:val="00E167F5"/>
    <w:rsid w:val="00E16A6A"/>
    <w:rsid w:val="00E177E9"/>
    <w:rsid w:val="00E2012B"/>
    <w:rsid w:val="00E22412"/>
    <w:rsid w:val="00E24192"/>
    <w:rsid w:val="00E252E3"/>
    <w:rsid w:val="00E318E4"/>
    <w:rsid w:val="00E32C03"/>
    <w:rsid w:val="00E33CAA"/>
    <w:rsid w:val="00E33EC0"/>
    <w:rsid w:val="00E36DAC"/>
    <w:rsid w:val="00E36F8F"/>
    <w:rsid w:val="00E40E8D"/>
    <w:rsid w:val="00E4241C"/>
    <w:rsid w:val="00E42CFD"/>
    <w:rsid w:val="00E43545"/>
    <w:rsid w:val="00E437F7"/>
    <w:rsid w:val="00E43BC2"/>
    <w:rsid w:val="00E44ECB"/>
    <w:rsid w:val="00E45A58"/>
    <w:rsid w:val="00E46CA6"/>
    <w:rsid w:val="00E47793"/>
    <w:rsid w:val="00E50839"/>
    <w:rsid w:val="00E5130E"/>
    <w:rsid w:val="00E52655"/>
    <w:rsid w:val="00E52D93"/>
    <w:rsid w:val="00E550D2"/>
    <w:rsid w:val="00E55C4B"/>
    <w:rsid w:val="00E56949"/>
    <w:rsid w:val="00E6130A"/>
    <w:rsid w:val="00E629AE"/>
    <w:rsid w:val="00E62CAC"/>
    <w:rsid w:val="00E63BB1"/>
    <w:rsid w:val="00E64083"/>
    <w:rsid w:val="00E65FDF"/>
    <w:rsid w:val="00E71481"/>
    <w:rsid w:val="00E71530"/>
    <w:rsid w:val="00E72DE7"/>
    <w:rsid w:val="00E73D8A"/>
    <w:rsid w:val="00E76F78"/>
    <w:rsid w:val="00E81CAC"/>
    <w:rsid w:val="00E83E9E"/>
    <w:rsid w:val="00E84251"/>
    <w:rsid w:val="00E84441"/>
    <w:rsid w:val="00E856D3"/>
    <w:rsid w:val="00E86856"/>
    <w:rsid w:val="00E8796E"/>
    <w:rsid w:val="00E90442"/>
    <w:rsid w:val="00E90EA1"/>
    <w:rsid w:val="00E928EC"/>
    <w:rsid w:val="00E934CE"/>
    <w:rsid w:val="00E93FAF"/>
    <w:rsid w:val="00E953D3"/>
    <w:rsid w:val="00E959FF"/>
    <w:rsid w:val="00E95D6A"/>
    <w:rsid w:val="00EA0DDB"/>
    <w:rsid w:val="00EA1681"/>
    <w:rsid w:val="00EA1C65"/>
    <w:rsid w:val="00EA5000"/>
    <w:rsid w:val="00EA56D8"/>
    <w:rsid w:val="00EA5B82"/>
    <w:rsid w:val="00EA617E"/>
    <w:rsid w:val="00EA72E5"/>
    <w:rsid w:val="00EA7487"/>
    <w:rsid w:val="00EA7B27"/>
    <w:rsid w:val="00EA7FC4"/>
    <w:rsid w:val="00EB011E"/>
    <w:rsid w:val="00EB1D1B"/>
    <w:rsid w:val="00EB43BB"/>
    <w:rsid w:val="00EB43F1"/>
    <w:rsid w:val="00EB499F"/>
    <w:rsid w:val="00EB5176"/>
    <w:rsid w:val="00EB566A"/>
    <w:rsid w:val="00EB6064"/>
    <w:rsid w:val="00EB67BD"/>
    <w:rsid w:val="00EB6BB5"/>
    <w:rsid w:val="00EB76F7"/>
    <w:rsid w:val="00EB7F07"/>
    <w:rsid w:val="00EC1FF7"/>
    <w:rsid w:val="00EC3807"/>
    <w:rsid w:val="00EC507B"/>
    <w:rsid w:val="00EC5FFF"/>
    <w:rsid w:val="00EC7226"/>
    <w:rsid w:val="00EC72DA"/>
    <w:rsid w:val="00ED1139"/>
    <w:rsid w:val="00ED189F"/>
    <w:rsid w:val="00ED1976"/>
    <w:rsid w:val="00ED23A5"/>
    <w:rsid w:val="00ED358E"/>
    <w:rsid w:val="00ED619D"/>
    <w:rsid w:val="00EE033D"/>
    <w:rsid w:val="00EE0A0B"/>
    <w:rsid w:val="00EE15FE"/>
    <w:rsid w:val="00EE2014"/>
    <w:rsid w:val="00EE202B"/>
    <w:rsid w:val="00EE2386"/>
    <w:rsid w:val="00EE2A40"/>
    <w:rsid w:val="00EE41EC"/>
    <w:rsid w:val="00EE5678"/>
    <w:rsid w:val="00EE65AA"/>
    <w:rsid w:val="00EE69DD"/>
    <w:rsid w:val="00EE72C6"/>
    <w:rsid w:val="00EE7492"/>
    <w:rsid w:val="00EE7AE5"/>
    <w:rsid w:val="00EF04D5"/>
    <w:rsid w:val="00EF2503"/>
    <w:rsid w:val="00EF3BEA"/>
    <w:rsid w:val="00EF45D4"/>
    <w:rsid w:val="00EF74E7"/>
    <w:rsid w:val="00F00261"/>
    <w:rsid w:val="00F00AE3"/>
    <w:rsid w:val="00F02040"/>
    <w:rsid w:val="00F02A27"/>
    <w:rsid w:val="00F0331F"/>
    <w:rsid w:val="00F03FA9"/>
    <w:rsid w:val="00F057F3"/>
    <w:rsid w:val="00F05B7C"/>
    <w:rsid w:val="00F06FA8"/>
    <w:rsid w:val="00F11BB9"/>
    <w:rsid w:val="00F12470"/>
    <w:rsid w:val="00F1621B"/>
    <w:rsid w:val="00F16FB3"/>
    <w:rsid w:val="00F208E8"/>
    <w:rsid w:val="00F212FF"/>
    <w:rsid w:val="00F21FEF"/>
    <w:rsid w:val="00F22626"/>
    <w:rsid w:val="00F2311C"/>
    <w:rsid w:val="00F23202"/>
    <w:rsid w:val="00F23DC0"/>
    <w:rsid w:val="00F24AA1"/>
    <w:rsid w:val="00F24C2E"/>
    <w:rsid w:val="00F25B6F"/>
    <w:rsid w:val="00F26206"/>
    <w:rsid w:val="00F269D9"/>
    <w:rsid w:val="00F26D6F"/>
    <w:rsid w:val="00F30B58"/>
    <w:rsid w:val="00F31103"/>
    <w:rsid w:val="00F326D9"/>
    <w:rsid w:val="00F32871"/>
    <w:rsid w:val="00F33415"/>
    <w:rsid w:val="00F34DF0"/>
    <w:rsid w:val="00F362C5"/>
    <w:rsid w:val="00F36BCF"/>
    <w:rsid w:val="00F373C4"/>
    <w:rsid w:val="00F376B6"/>
    <w:rsid w:val="00F44D8C"/>
    <w:rsid w:val="00F45C2F"/>
    <w:rsid w:val="00F45F15"/>
    <w:rsid w:val="00F461E9"/>
    <w:rsid w:val="00F502BE"/>
    <w:rsid w:val="00F522C2"/>
    <w:rsid w:val="00F52525"/>
    <w:rsid w:val="00F556ED"/>
    <w:rsid w:val="00F55F4D"/>
    <w:rsid w:val="00F55FE6"/>
    <w:rsid w:val="00F56F2D"/>
    <w:rsid w:val="00F5702C"/>
    <w:rsid w:val="00F61D90"/>
    <w:rsid w:val="00F61DAE"/>
    <w:rsid w:val="00F6453B"/>
    <w:rsid w:val="00F65530"/>
    <w:rsid w:val="00F65A53"/>
    <w:rsid w:val="00F66191"/>
    <w:rsid w:val="00F708CC"/>
    <w:rsid w:val="00F72279"/>
    <w:rsid w:val="00F730F1"/>
    <w:rsid w:val="00F73402"/>
    <w:rsid w:val="00F740E5"/>
    <w:rsid w:val="00F771C0"/>
    <w:rsid w:val="00F77AC3"/>
    <w:rsid w:val="00F800C6"/>
    <w:rsid w:val="00F81BAE"/>
    <w:rsid w:val="00F81D6E"/>
    <w:rsid w:val="00F823FC"/>
    <w:rsid w:val="00F8402E"/>
    <w:rsid w:val="00F8558A"/>
    <w:rsid w:val="00F865FF"/>
    <w:rsid w:val="00F86A74"/>
    <w:rsid w:val="00F86DFB"/>
    <w:rsid w:val="00F86E0B"/>
    <w:rsid w:val="00F902A5"/>
    <w:rsid w:val="00F902E1"/>
    <w:rsid w:val="00F90A05"/>
    <w:rsid w:val="00F90FC8"/>
    <w:rsid w:val="00F92B12"/>
    <w:rsid w:val="00F92CA4"/>
    <w:rsid w:val="00F92EC4"/>
    <w:rsid w:val="00F95215"/>
    <w:rsid w:val="00F95597"/>
    <w:rsid w:val="00F956CE"/>
    <w:rsid w:val="00F957C7"/>
    <w:rsid w:val="00F961D7"/>
    <w:rsid w:val="00F964F9"/>
    <w:rsid w:val="00F96624"/>
    <w:rsid w:val="00F97237"/>
    <w:rsid w:val="00F97A16"/>
    <w:rsid w:val="00FA1AD6"/>
    <w:rsid w:val="00FA1EA1"/>
    <w:rsid w:val="00FA24C5"/>
    <w:rsid w:val="00FA4F02"/>
    <w:rsid w:val="00FA5E9F"/>
    <w:rsid w:val="00FA5FC9"/>
    <w:rsid w:val="00FA60C1"/>
    <w:rsid w:val="00FA708A"/>
    <w:rsid w:val="00FA7291"/>
    <w:rsid w:val="00FB0D91"/>
    <w:rsid w:val="00FB2001"/>
    <w:rsid w:val="00FB2243"/>
    <w:rsid w:val="00FB224D"/>
    <w:rsid w:val="00FB25D1"/>
    <w:rsid w:val="00FB4304"/>
    <w:rsid w:val="00FB4EBB"/>
    <w:rsid w:val="00FB4F22"/>
    <w:rsid w:val="00FB52E7"/>
    <w:rsid w:val="00FB660F"/>
    <w:rsid w:val="00FC1CE8"/>
    <w:rsid w:val="00FC23D4"/>
    <w:rsid w:val="00FC29B5"/>
    <w:rsid w:val="00FC4935"/>
    <w:rsid w:val="00FC4C2D"/>
    <w:rsid w:val="00FC6460"/>
    <w:rsid w:val="00FC6E01"/>
    <w:rsid w:val="00FC78E7"/>
    <w:rsid w:val="00FD0998"/>
    <w:rsid w:val="00FD0DC0"/>
    <w:rsid w:val="00FD1362"/>
    <w:rsid w:val="00FD215A"/>
    <w:rsid w:val="00FD21B8"/>
    <w:rsid w:val="00FD2653"/>
    <w:rsid w:val="00FD277C"/>
    <w:rsid w:val="00FD50D1"/>
    <w:rsid w:val="00FD5D08"/>
    <w:rsid w:val="00FD714C"/>
    <w:rsid w:val="00FD764F"/>
    <w:rsid w:val="00FE11F8"/>
    <w:rsid w:val="00FE1AFF"/>
    <w:rsid w:val="00FE3138"/>
    <w:rsid w:val="00FE3665"/>
    <w:rsid w:val="00FE3890"/>
    <w:rsid w:val="00FE3D12"/>
    <w:rsid w:val="00FE3E57"/>
    <w:rsid w:val="00FE42CC"/>
    <w:rsid w:val="00FE4F85"/>
    <w:rsid w:val="00FE54A3"/>
    <w:rsid w:val="00FE6EB0"/>
    <w:rsid w:val="00FE79DA"/>
    <w:rsid w:val="00FF0013"/>
    <w:rsid w:val="00FF097B"/>
    <w:rsid w:val="00FF0C56"/>
    <w:rsid w:val="00FF1A7E"/>
    <w:rsid w:val="00FF3585"/>
    <w:rsid w:val="00FF5D54"/>
    <w:rsid w:val="00FF733F"/>
    <w:rsid w:val="00FF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C0F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754042"/>
    <w:pPr>
      <w:outlineLvl w:val="0"/>
    </w:pPr>
    <w:rPr>
      <w:kern w:val="36"/>
      <w:sz w:val="31"/>
      <w:szCs w:val="31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AF64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7C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F6442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uiPriority w:val="99"/>
    <w:rsid w:val="005C732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C73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732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C821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97C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821C0"/>
    <w:rPr>
      <w:rFonts w:cs="Times New Roman"/>
    </w:rPr>
  </w:style>
  <w:style w:type="character" w:styleId="Strong">
    <w:name w:val="Strong"/>
    <w:basedOn w:val="DefaultParagraphFont"/>
    <w:uiPriority w:val="99"/>
    <w:qFormat/>
    <w:rsid w:val="00754042"/>
    <w:rPr>
      <w:rFonts w:cs="Times New Roman"/>
      <w:b/>
    </w:rPr>
  </w:style>
  <w:style w:type="paragraph" w:styleId="NormalWeb">
    <w:name w:val="Normal (Web)"/>
    <w:basedOn w:val="Normal"/>
    <w:uiPriority w:val="99"/>
    <w:rsid w:val="00754042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rsid w:val="00D1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097C0F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rsid w:val="00A11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11A6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1906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067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0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92B31"/>
    <w:pPr>
      <w:ind w:firstLine="567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92B31"/>
    <w:rPr>
      <w:rFonts w:cs="Times New Roman"/>
      <w:sz w:val="28"/>
      <w:lang w:val="ru-RU" w:eastAsia="ru-RU" w:bidi="ar-SA"/>
    </w:rPr>
  </w:style>
  <w:style w:type="paragraph" w:customStyle="1" w:styleId="Style2">
    <w:name w:val="Style2"/>
    <w:basedOn w:val="Normal"/>
    <w:uiPriority w:val="99"/>
    <w:rsid w:val="00BE00BD"/>
    <w:pPr>
      <w:widowControl w:val="0"/>
      <w:autoSpaceDE w:val="0"/>
      <w:autoSpaceDN w:val="0"/>
      <w:adjustRightInd w:val="0"/>
      <w:spacing w:line="180" w:lineRule="exact"/>
      <w:jc w:val="center"/>
    </w:pPr>
  </w:style>
  <w:style w:type="table" w:styleId="TableGrid">
    <w:name w:val="Table Grid"/>
    <w:basedOn w:val="TableNormal"/>
    <w:uiPriority w:val="99"/>
    <w:rsid w:val="00BE00BD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F687F"/>
    <w:rPr>
      <w:rFonts w:cs="Times New Roman"/>
      <w:color w:val="0000FF"/>
      <w:u w:val="single"/>
    </w:rPr>
  </w:style>
  <w:style w:type="character" w:customStyle="1" w:styleId="pagesindoccountinformation">
    <w:name w:val="pagesindoccount information"/>
    <w:basedOn w:val="DefaultParagraphFont"/>
    <w:uiPriority w:val="99"/>
    <w:rsid w:val="006D425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42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897C2E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897C2E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897C2E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Normal"/>
    <w:uiPriority w:val="99"/>
    <w:rsid w:val="00897C2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Normal"/>
    <w:uiPriority w:val="99"/>
    <w:rsid w:val="00897C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"/>
    <w:uiPriority w:val="99"/>
    <w:rsid w:val="00897C2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Normal"/>
    <w:uiPriority w:val="99"/>
    <w:rsid w:val="00897C2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color w:val="FFFFFF"/>
      <w:sz w:val="40"/>
      <w:szCs w:val="40"/>
    </w:rPr>
  </w:style>
  <w:style w:type="paragraph" w:customStyle="1" w:styleId="xl71">
    <w:name w:val="xl71"/>
    <w:basedOn w:val="Normal"/>
    <w:uiPriority w:val="99"/>
    <w:rsid w:val="00897C2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Normal"/>
    <w:uiPriority w:val="99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Normal"/>
    <w:uiPriority w:val="99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Normal"/>
    <w:uiPriority w:val="99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Normal"/>
    <w:uiPriority w:val="99"/>
    <w:rsid w:val="00897C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Normal"/>
    <w:uiPriority w:val="99"/>
    <w:rsid w:val="00897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4">
    <w:name w:val="xl84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Normal"/>
    <w:uiPriority w:val="99"/>
    <w:rsid w:val="00897C2E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1">
    <w:name w:val="xl91"/>
    <w:basedOn w:val="Normal"/>
    <w:uiPriority w:val="99"/>
    <w:rsid w:val="00897C2E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Normal"/>
    <w:uiPriority w:val="99"/>
    <w:rsid w:val="00897C2E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Normal"/>
    <w:uiPriority w:val="99"/>
    <w:rsid w:val="00897C2E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Normal"/>
    <w:uiPriority w:val="99"/>
    <w:rsid w:val="00897C2E"/>
    <w:pP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Normal"/>
    <w:uiPriority w:val="99"/>
    <w:rsid w:val="00897C2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Normal"/>
    <w:uiPriority w:val="99"/>
    <w:rsid w:val="00897C2E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Normal"/>
    <w:uiPriority w:val="99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Normal"/>
    <w:uiPriority w:val="99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Normal"/>
    <w:uiPriority w:val="99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Normal"/>
    <w:uiPriority w:val="99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2">
    <w:name w:val="xl102"/>
    <w:basedOn w:val="Normal"/>
    <w:uiPriority w:val="99"/>
    <w:rsid w:val="00897C2E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Normal"/>
    <w:uiPriority w:val="99"/>
    <w:rsid w:val="00897C2E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Normal"/>
    <w:uiPriority w:val="99"/>
    <w:rsid w:val="00897C2E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09">
    <w:name w:val="xl109"/>
    <w:basedOn w:val="Normal"/>
    <w:uiPriority w:val="99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Normal"/>
    <w:uiPriority w:val="99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Normal"/>
    <w:uiPriority w:val="99"/>
    <w:rsid w:val="00897C2E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13">
    <w:name w:val="xl113"/>
    <w:basedOn w:val="Normal"/>
    <w:uiPriority w:val="99"/>
    <w:rsid w:val="00897C2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Normal"/>
    <w:uiPriority w:val="99"/>
    <w:rsid w:val="00897C2E"/>
    <w:pP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Normal"/>
    <w:uiPriority w:val="99"/>
    <w:rsid w:val="00897C2E"/>
    <w:pPr>
      <w:spacing w:before="100" w:beforeAutospacing="1" w:after="100" w:afterAutospacing="1"/>
      <w:jc w:val="right"/>
    </w:pPr>
  </w:style>
  <w:style w:type="paragraph" w:customStyle="1" w:styleId="xl116">
    <w:name w:val="xl116"/>
    <w:basedOn w:val="Normal"/>
    <w:uiPriority w:val="99"/>
    <w:rsid w:val="00897C2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pagesindoccount">
    <w:name w:val="pagesindoccount"/>
    <w:basedOn w:val="DefaultParagraphFont"/>
    <w:uiPriority w:val="99"/>
    <w:rsid w:val="00142B05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AD4A5F"/>
    <w:rPr>
      <w:rFonts w:cs="Times New Roman"/>
      <w:i/>
      <w:iCs/>
    </w:rPr>
  </w:style>
  <w:style w:type="character" w:customStyle="1" w:styleId="FontStyle11">
    <w:name w:val="Font Style11"/>
    <w:uiPriority w:val="99"/>
    <w:rsid w:val="00587F9E"/>
    <w:rPr>
      <w:rFonts w:ascii="Times New Roman" w:hAnsi="Times New Roman"/>
      <w:sz w:val="26"/>
    </w:rPr>
  </w:style>
  <w:style w:type="paragraph" w:customStyle="1" w:styleId="xl117">
    <w:name w:val="xl117"/>
    <w:basedOn w:val="Normal"/>
    <w:uiPriority w:val="99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8">
    <w:name w:val="xl118"/>
    <w:basedOn w:val="Normal"/>
    <w:uiPriority w:val="99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Normal"/>
    <w:uiPriority w:val="99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0">
    <w:name w:val="xl120"/>
    <w:basedOn w:val="Normal"/>
    <w:uiPriority w:val="99"/>
    <w:rsid w:val="006836BB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Normal"/>
    <w:uiPriority w:val="99"/>
    <w:rsid w:val="006836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Normal"/>
    <w:uiPriority w:val="99"/>
    <w:rsid w:val="006836B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Normal"/>
    <w:uiPriority w:val="99"/>
    <w:rsid w:val="006836BB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24">
    <w:name w:val="xl124"/>
    <w:basedOn w:val="Normal"/>
    <w:uiPriority w:val="99"/>
    <w:rsid w:val="006836B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Normal"/>
    <w:uiPriority w:val="99"/>
    <w:rsid w:val="006836B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Normal"/>
    <w:uiPriority w:val="99"/>
    <w:rsid w:val="006836BB"/>
    <w:pP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Normal"/>
    <w:uiPriority w:val="99"/>
    <w:rsid w:val="00683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Normal"/>
    <w:uiPriority w:val="99"/>
    <w:rsid w:val="00683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Normal"/>
    <w:uiPriority w:val="99"/>
    <w:rsid w:val="006836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Normal"/>
    <w:uiPriority w:val="99"/>
    <w:rsid w:val="006836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Normal"/>
    <w:uiPriority w:val="99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Normal"/>
    <w:uiPriority w:val="99"/>
    <w:rsid w:val="00683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"/>
    <w:uiPriority w:val="99"/>
    <w:rsid w:val="00683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"/>
    <w:uiPriority w:val="99"/>
    <w:rsid w:val="00683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"/>
    <w:uiPriority w:val="99"/>
    <w:rsid w:val="006836B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Normal"/>
    <w:uiPriority w:val="99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Normal"/>
    <w:uiPriority w:val="99"/>
    <w:rsid w:val="00683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0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5</Pages>
  <Words>541</Words>
  <Characters>3086</Characters>
  <Application>Microsoft Office Outlook</Application>
  <DocSecurity>0</DocSecurity>
  <Lines>0</Lines>
  <Paragraphs>0</Paragraphs>
  <ScaleCrop>false</ScaleCrop>
  <Company>УФНС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КАРЕЛИЯ</dc:title>
  <dc:subject/>
  <dc:creator>Шахник</dc:creator>
  <cp:keywords/>
  <dc:description/>
  <cp:lastModifiedBy>97986ш</cp:lastModifiedBy>
  <cp:revision>19</cp:revision>
  <cp:lastPrinted>2025-12-16T09:26:00Z</cp:lastPrinted>
  <dcterms:created xsi:type="dcterms:W3CDTF">2022-11-08T13:31:00Z</dcterms:created>
  <dcterms:modified xsi:type="dcterms:W3CDTF">2025-12-25T13:56:00Z</dcterms:modified>
</cp:coreProperties>
</file>